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081" w:rsidRDefault="00BB5081" w:rsidP="00B53139">
      <w:pPr>
        <w:shd w:val="clear" w:color="auto" w:fill="FFFFFF"/>
        <w:ind w:firstLine="0"/>
        <w:jc w:val="center"/>
        <w:rPr>
          <w:color w:val="000000"/>
          <w:sz w:val="16"/>
          <w:szCs w:val="16"/>
        </w:rPr>
        <w:sectPr w:rsidR="00BB5081" w:rsidSect="000D141F">
          <w:headerReference w:type="default" r:id="rId7"/>
          <w:type w:val="continuous"/>
          <w:pgSz w:w="11906" w:h="16838" w:code="9"/>
          <w:pgMar w:top="284" w:right="851" w:bottom="1134" w:left="1418" w:header="397" w:footer="709" w:gutter="0"/>
          <w:cols w:space="708"/>
          <w:titlePg/>
          <w:docGrid w:linePitch="360"/>
        </w:sect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8793"/>
      </w:tblGrid>
      <w:tr w:rsidR="000D141F" w:rsidRPr="009C452A" w:rsidTr="00AF6318">
        <w:trPr>
          <w:trHeight w:hRule="exact" w:val="1239"/>
          <w:jc w:val="center"/>
        </w:trPr>
        <w:tc>
          <w:tcPr>
            <w:tcW w:w="8793" w:type="dxa"/>
          </w:tcPr>
          <w:p w:rsidR="000D141F" w:rsidRPr="009C452A" w:rsidRDefault="006E13F7" w:rsidP="00AF6318">
            <w:pPr>
              <w:spacing w:before="4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00075" cy="733425"/>
                  <wp:effectExtent l="0" t="0" r="0" b="0"/>
                  <wp:docPr id="1" name="Рисунок 1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141F" w:rsidRPr="009C452A" w:rsidTr="000D141F">
        <w:trPr>
          <w:trHeight w:val="1001"/>
          <w:jc w:val="center"/>
        </w:trPr>
        <w:tc>
          <w:tcPr>
            <w:tcW w:w="8793" w:type="dxa"/>
          </w:tcPr>
          <w:p w:rsidR="000D141F" w:rsidRDefault="006E13F7" w:rsidP="000D141F">
            <w:pPr>
              <w:tabs>
                <w:tab w:val="left" w:pos="8041"/>
              </w:tabs>
              <w:ind w:firstLine="0"/>
              <w:jc w:val="center"/>
              <w:rPr>
                <w:b/>
                <w:bCs/>
                <w:color w:val="000000"/>
                <w:spacing w:val="20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-2630805</wp:posOffset>
                      </wp:positionV>
                      <wp:extent cx="299720" cy="210185"/>
                      <wp:effectExtent l="12700" t="15240" r="20955" b="12700"/>
                      <wp:wrapNone/>
                      <wp:docPr id="2" name="Freeform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9720" cy="210185"/>
                              </a:xfrm>
                              <a:custGeom>
                                <a:avLst/>
                                <a:gdLst>
                                  <a:gd name="T0" fmla="*/ 1169 w 1954"/>
                                  <a:gd name="T1" fmla="*/ 859 h 1376"/>
                                  <a:gd name="T2" fmla="*/ 1153 w 1954"/>
                                  <a:gd name="T3" fmla="*/ 856 h 1376"/>
                                  <a:gd name="T4" fmla="*/ 1099 w 1954"/>
                                  <a:gd name="T5" fmla="*/ 845 h 1376"/>
                                  <a:gd name="T6" fmla="*/ 1048 w 1954"/>
                                  <a:gd name="T7" fmla="*/ 830 h 1376"/>
                                  <a:gd name="T8" fmla="*/ 1013 w 1954"/>
                                  <a:gd name="T9" fmla="*/ 778 h 1376"/>
                                  <a:gd name="T10" fmla="*/ 1091 w 1954"/>
                                  <a:gd name="T11" fmla="*/ 780 h 1376"/>
                                  <a:gd name="T12" fmla="*/ 1004 w 1954"/>
                                  <a:gd name="T13" fmla="*/ 623 h 1376"/>
                                  <a:gd name="T14" fmla="*/ 1056 w 1954"/>
                                  <a:gd name="T15" fmla="*/ 684 h 1376"/>
                                  <a:gd name="T16" fmla="*/ 1105 w 1954"/>
                                  <a:gd name="T17" fmla="*/ 730 h 1376"/>
                                  <a:gd name="T18" fmla="*/ 1023 w 1954"/>
                                  <a:gd name="T19" fmla="*/ 585 h 1376"/>
                                  <a:gd name="T20" fmla="*/ 1060 w 1954"/>
                                  <a:gd name="T21" fmla="*/ 528 h 1376"/>
                                  <a:gd name="T22" fmla="*/ 1247 w 1954"/>
                                  <a:gd name="T23" fmla="*/ 829 h 1376"/>
                                  <a:gd name="T24" fmla="*/ 1321 w 1954"/>
                                  <a:gd name="T25" fmla="*/ 472 h 1376"/>
                                  <a:gd name="T26" fmla="*/ 1377 w 1954"/>
                                  <a:gd name="T27" fmla="*/ 491 h 1376"/>
                                  <a:gd name="T28" fmla="*/ 1414 w 1954"/>
                                  <a:gd name="T29" fmla="*/ 528 h 1376"/>
                                  <a:gd name="T30" fmla="*/ 1395 w 1954"/>
                                  <a:gd name="T31" fmla="*/ 396 h 1376"/>
                                  <a:gd name="T32" fmla="*/ 1451 w 1954"/>
                                  <a:gd name="T33" fmla="*/ 264 h 1376"/>
                                  <a:gd name="T34" fmla="*/ 1526 w 1954"/>
                                  <a:gd name="T35" fmla="*/ 170 h 1376"/>
                                  <a:gd name="T36" fmla="*/ 1656 w 1954"/>
                                  <a:gd name="T37" fmla="*/ 38 h 1376"/>
                                  <a:gd name="T38" fmla="*/ 1705 w 1954"/>
                                  <a:gd name="T39" fmla="*/ 17 h 1376"/>
                                  <a:gd name="T40" fmla="*/ 1753 w 1954"/>
                                  <a:gd name="T41" fmla="*/ 8 h 1376"/>
                                  <a:gd name="T42" fmla="*/ 1805 w 1954"/>
                                  <a:gd name="T43" fmla="*/ 38 h 1376"/>
                                  <a:gd name="T44" fmla="*/ 1837 w 1954"/>
                                  <a:gd name="T45" fmla="*/ 66 h 1376"/>
                                  <a:gd name="T46" fmla="*/ 1861 w 1954"/>
                                  <a:gd name="T47" fmla="*/ 113 h 1376"/>
                                  <a:gd name="T48" fmla="*/ 1675 w 1954"/>
                                  <a:gd name="T49" fmla="*/ 585 h 1376"/>
                                  <a:gd name="T50" fmla="*/ 1618 w 1954"/>
                                  <a:gd name="T51" fmla="*/ 660 h 1376"/>
                                  <a:gd name="T52" fmla="*/ 1395 w 1954"/>
                                  <a:gd name="T53" fmla="*/ 980 h 1376"/>
                                  <a:gd name="T54" fmla="*/ 1153 w 1954"/>
                                  <a:gd name="T55" fmla="*/ 1082 h 1376"/>
                                  <a:gd name="T56" fmla="*/ 1110 w 1954"/>
                                  <a:gd name="T57" fmla="*/ 1142 h 1376"/>
                                  <a:gd name="T58" fmla="*/ 1072 w 1954"/>
                                  <a:gd name="T59" fmla="*/ 1189 h 1376"/>
                                  <a:gd name="T60" fmla="*/ 990 w 1954"/>
                                  <a:gd name="T61" fmla="*/ 1265 h 1376"/>
                                  <a:gd name="T62" fmla="*/ 932 w 1954"/>
                                  <a:gd name="T63" fmla="*/ 1305 h 1376"/>
                                  <a:gd name="T64" fmla="*/ 870 w 1954"/>
                                  <a:gd name="T65" fmla="*/ 1336 h 1376"/>
                                  <a:gd name="T66" fmla="*/ 756 w 1954"/>
                                  <a:gd name="T67" fmla="*/ 1368 h 1376"/>
                                  <a:gd name="T68" fmla="*/ 0 w 1954"/>
                                  <a:gd name="T69" fmla="*/ 1263 h 1376"/>
                                  <a:gd name="T70" fmla="*/ 13 w 1954"/>
                                  <a:gd name="T71" fmla="*/ 1214 h 1376"/>
                                  <a:gd name="T72" fmla="*/ 204 w 1954"/>
                                  <a:gd name="T73" fmla="*/ 1055 h 1376"/>
                                  <a:gd name="T74" fmla="*/ 205 w 1954"/>
                                  <a:gd name="T75" fmla="*/ 949 h 1376"/>
                                  <a:gd name="T76" fmla="*/ 223 w 1954"/>
                                  <a:gd name="T77" fmla="*/ 905 h 1376"/>
                                  <a:gd name="T78" fmla="*/ 242 w 1954"/>
                                  <a:gd name="T79" fmla="*/ 860 h 1376"/>
                                  <a:gd name="T80" fmla="*/ 255 w 1954"/>
                                  <a:gd name="T81" fmla="*/ 835 h 1376"/>
                                  <a:gd name="T82" fmla="*/ 521 w 1954"/>
                                  <a:gd name="T83" fmla="*/ 980 h 1376"/>
                                  <a:gd name="T84" fmla="*/ 502 w 1954"/>
                                  <a:gd name="T85" fmla="*/ 867 h 1376"/>
                                  <a:gd name="T86" fmla="*/ 474 w 1954"/>
                                  <a:gd name="T87" fmla="*/ 603 h 1376"/>
                                  <a:gd name="T88" fmla="*/ 614 w 1954"/>
                                  <a:gd name="T89" fmla="*/ 642 h 1376"/>
                                  <a:gd name="T90" fmla="*/ 571 w 1954"/>
                                  <a:gd name="T91" fmla="*/ 922 h 1376"/>
                                  <a:gd name="T92" fmla="*/ 699 w 1954"/>
                                  <a:gd name="T93" fmla="*/ 725 h 1376"/>
                                  <a:gd name="T94" fmla="*/ 577 w 1954"/>
                                  <a:gd name="T95" fmla="*/ 1037 h 1376"/>
                                  <a:gd name="T96" fmla="*/ 577 w 1954"/>
                                  <a:gd name="T97" fmla="*/ 1093 h 1376"/>
                                  <a:gd name="T98" fmla="*/ 577 w 1954"/>
                                  <a:gd name="T99" fmla="*/ 1169 h 1376"/>
                                  <a:gd name="T100" fmla="*/ 577 w 1954"/>
                                  <a:gd name="T101" fmla="*/ 1301 h 1376"/>
                                  <a:gd name="T102" fmla="*/ 647 w 1954"/>
                                  <a:gd name="T103" fmla="*/ 1306 h 1376"/>
                                  <a:gd name="T104" fmla="*/ 697 w 1954"/>
                                  <a:gd name="T105" fmla="*/ 1305 h 1376"/>
                                  <a:gd name="T106" fmla="*/ 828 w 1954"/>
                                  <a:gd name="T107" fmla="*/ 1273 h 1376"/>
                                  <a:gd name="T108" fmla="*/ 916 w 1954"/>
                                  <a:gd name="T109" fmla="*/ 1226 h 1376"/>
                                  <a:gd name="T110" fmla="*/ 969 w 1954"/>
                                  <a:gd name="T111" fmla="*/ 1182 h 1376"/>
                                  <a:gd name="T112" fmla="*/ 1046 w 1954"/>
                                  <a:gd name="T113" fmla="*/ 1105 h 1376"/>
                                  <a:gd name="T114" fmla="*/ 1135 w 1954"/>
                                  <a:gd name="T115" fmla="*/ 980 h 1376"/>
                                  <a:gd name="T116" fmla="*/ 1078 w 1954"/>
                                  <a:gd name="T117" fmla="*/ 917 h 1376"/>
                                  <a:gd name="T118" fmla="*/ 1069 w 1954"/>
                                  <a:gd name="T119" fmla="*/ 899 h 1376"/>
                                  <a:gd name="T120" fmla="*/ 1049 w 1954"/>
                                  <a:gd name="T121" fmla="*/ 875 h 1376"/>
                                  <a:gd name="T122" fmla="*/ 1222 w 1954"/>
                                  <a:gd name="T123" fmla="*/ 867 h 13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1954" h="1376">
                                    <a:moveTo>
                                      <a:pt x="1222" y="867"/>
                                    </a:moveTo>
                                    <a:lnTo>
                                      <a:pt x="1205" y="865"/>
                                    </a:lnTo>
                                    <a:lnTo>
                                      <a:pt x="1189" y="862"/>
                                    </a:lnTo>
                                    <a:lnTo>
                                      <a:pt x="1169" y="859"/>
                                    </a:lnTo>
                                    <a:lnTo>
                                      <a:pt x="1158" y="857"/>
                                    </a:lnTo>
                                    <a:lnTo>
                                      <a:pt x="1156" y="856"/>
                                    </a:lnTo>
                                    <a:lnTo>
                                      <a:pt x="1155" y="856"/>
                                    </a:lnTo>
                                    <a:lnTo>
                                      <a:pt x="1153" y="856"/>
                                    </a:lnTo>
                                    <a:lnTo>
                                      <a:pt x="1148" y="856"/>
                                    </a:lnTo>
                                    <a:lnTo>
                                      <a:pt x="1124" y="850"/>
                                    </a:lnTo>
                                    <a:lnTo>
                                      <a:pt x="1111" y="847"/>
                                    </a:lnTo>
                                    <a:lnTo>
                                      <a:pt x="1099" y="845"/>
                                    </a:lnTo>
                                    <a:lnTo>
                                      <a:pt x="1084" y="840"/>
                                    </a:lnTo>
                                    <a:lnTo>
                                      <a:pt x="1071" y="837"/>
                                    </a:lnTo>
                                    <a:lnTo>
                                      <a:pt x="1056" y="832"/>
                                    </a:lnTo>
                                    <a:lnTo>
                                      <a:pt x="1048" y="830"/>
                                    </a:lnTo>
                                    <a:lnTo>
                                      <a:pt x="1042" y="829"/>
                                    </a:lnTo>
                                    <a:lnTo>
                                      <a:pt x="1031" y="816"/>
                                    </a:lnTo>
                                    <a:lnTo>
                                      <a:pt x="1022" y="800"/>
                                    </a:lnTo>
                                    <a:lnTo>
                                      <a:pt x="1013" y="778"/>
                                    </a:lnTo>
                                    <a:lnTo>
                                      <a:pt x="1004" y="754"/>
                                    </a:lnTo>
                                    <a:lnTo>
                                      <a:pt x="1025" y="763"/>
                                    </a:lnTo>
                                    <a:lnTo>
                                      <a:pt x="1055" y="771"/>
                                    </a:lnTo>
                                    <a:lnTo>
                                      <a:pt x="1091" y="780"/>
                                    </a:lnTo>
                                    <a:lnTo>
                                      <a:pt x="1112" y="785"/>
                                    </a:lnTo>
                                    <a:lnTo>
                                      <a:pt x="1135" y="791"/>
                                    </a:lnTo>
                                    <a:lnTo>
                                      <a:pt x="1004" y="716"/>
                                    </a:lnTo>
                                    <a:lnTo>
                                      <a:pt x="1004" y="623"/>
                                    </a:lnTo>
                                    <a:lnTo>
                                      <a:pt x="1022" y="644"/>
                                    </a:lnTo>
                                    <a:lnTo>
                                      <a:pt x="1039" y="665"/>
                                    </a:lnTo>
                                    <a:lnTo>
                                      <a:pt x="1047" y="674"/>
                                    </a:lnTo>
                                    <a:lnTo>
                                      <a:pt x="1056" y="684"/>
                                    </a:lnTo>
                                    <a:lnTo>
                                      <a:pt x="1073" y="702"/>
                                    </a:lnTo>
                                    <a:lnTo>
                                      <a:pt x="1089" y="716"/>
                                    </a:lnTo>
                                    <a:lnTo>
                                      <a:pt x="1097" y="723"/>
                                    </a:lnTo>
                                    <a:lnTo>
                                      <a:pt x="1105" y="730"/>
                                    </a:lnTo>
                                    <a:lnTo>
                                      <a:pt x="1112" y="736"/>
                                    </a:lnTo>
                                    <a:lnTo>
                                      <a:pt x="1120" y="743"/>
                                    </a:lnTo>
                                    <a:lnTo>
                                      <a:pt x="1135" y="754"/>
                                    </a:lnTo>
                                    <a:lnTo>
                                      <a:pt x="1023" y="585"/>
                                    </a:lnTo>
                                    <a:lnTo>
                                      <a:pt x="1032" y="573"/>
                                    </a:lnTo>
                                    <a:lnTo>
                                      <a:pt x="1041" y="561"/>
                                    </a:lnTo>
                                    <a:lnTo>
                                      <a:pt x="1049" y="545"/>
                                    </a:lnTo>
                                    <a:lnTo>
                                      <a:pt x="1060" y="528"/>
                                    </a:lnTo>
                                    <a:lnTo>
                                      <a:pt x="1191" y="754"/>
                                    </a:lnTo>
                                    <a:lnTo>
                                      <a:pt x="1098" y="510"/>
                                    </a:lnTo>
                                    <a:lnTo>
                                      <a:pt x="1172" y="453"/>
                                    </a:lnTo>
                                    <a:lnTo>
                                      <a:pt x="1247" y="829"/>
                                    </a:lnTo>
                                    <a:lnTo>
                                      <a:pt x="1210" y="453"/>
                                    </a:lnTo>
                                    <a:lnTo>
                                      <a:pt x="1284" y="453"/>
                                    </a:lnTo>
                                    <a:lnTo>
                                      <a:pt x="1302" y="867"/>
                                    </a:lnTo>
                                    <a:lnTo>
                                      <a:pt x="1321" y="472"/>
                                    </a:lnTo>
                                    <a:lnTo>
                                      <a:pt x="1331" y="473"/>
                                    </a:lnTo>
                                    <a:lnTo>
                                      <a:pt x="1344" y="476"/>
                                    </a:lnTo>
                                    <a:lnTo>
                                      <a:pt x="1358" y="482"/>
                                    </a:lnTo>
                                    <a:lnTo>
                                      <a:pt x="1377" y="491"/>
                                    </a:lnTo>
                                    <a:lnTo>
                                      <a:pt x="1321" y="905"/>
                                    </a:lnTo>
                                    <a:lnTo>
                                      <a:pt x="1358" y="942"/>
                                    </a:lnTo>
                                    <a:lnTo>
                                      <a:pt x="1526" y="679"/>
                                    </a:lnTo>
                                    <a:lnTo>
                                      <a:pt x="1414" y="528"/>
                                    </a:lnTo>
                                    <a:lnTo>
                                      <a:pt x="1395" y="415"/>
                                    </a:lnTo>
                                    <a:lnTo>
                                      <a:pt x="1545" y="642"/>
                                    </a:lnTo>
                                    <a:lnTo>
                                      <a:pt x="1545" y="623"/>
                                    </a:lnTo>
                                    <a:lnTo>
                                      <a:pt x="1395" y="396"/>
                                    </a:lnTo>
                                    <a:lnTo>
                                      <a:pt x="1451" y="302"/>
                                    </a:lnTo>
                                    <a:lnTo>
                                      <a:pt x="1582" y="585"/>
                                    </a:lnTo>
                                    <a:lnTo>
                                      <a:pt x="1582" y="547"/>
                                    </a:lnTo>
                                    <a:lnTo>
                                      <a:pt x="1451" y="264"/>
                                    </a:lnTo>
                                    <a:lnTo>
                                      <a:pt x="1508" y="208"/>
                                    </a:lnTo>
                                    <a:lnTo>
                                      <a:pt x="1601" y="510"/>
                                    </a:lnTo>
                                    <a:lnTo>
                                      <a:pt x="1601" y="491"/>
                                    </a:lnTo>
                                    <a:lnTo>
                                      <a:pt x="1526" y="170"/>
                                    </a:lnTo>
                                    <a:lnTo>
                                      <a:pt x="1545" y="113"/>
                                    </a:lnTo>
                                    <a:lnTo>
                                      <a:pt x="1637" y="434"/>
                                    </a:lnTo>
                                    <a:lnTo>
                                      <a:pt x="1582" y="95"/>
                                    </a:lnTo>
                                    <a:lnTo>
                                      <a:pt x="1656" y="38"/>
                                    </a:lnTo>
                                    <a:lnTo>
                                      <a:pt x="1656" y="396"/>
                                    </a:lnTo>
                                    <a:lnTo>
                                      <a:pt x="1693" y="19"/>
                                    </a:lnTo>
                                    <a:lnTo>
                                      <a:pt x="1698" y="18"/>
                                    </a:lnTo>
                                    <a:lnTo>
                                      <a:pt x="1705" y="17"/>
                                    </a:lnTo>
                                    <a:lnTo>
                                      <a:pt x="1713" y="15"/>
                                    </a:lnTo>
                                    <a:lnTo>
                                      <a:pt x="1725" y="14"/>
                                    </a:lnTo>
                                    <a:lnTo>
                                      <a:pt x="1737" y="10"/>
                                    </a:lnTo>
                                    <a:lnTo>
                                      <a:pt x="1753" y="8"/>
                                    </a:lnTo>
                                    <a:lnTo>
                                      <a:pt x="1768" y="4"/>
                                    </a:lnTo>
                                    <a:lnTo>
                                      <a:pt x="1787" y="0"/>
                                    </a:lnTo>
                                    <a:lnTo>
                                      <a:pt x="1693" y="434"/>
                                    </a:lnTo>
                                    <a:lnTo>
                                      <a:pt x="1805" y="38"/>
                                    </a:lnTo>
                                    <a:lnTo>
                                      <a:pt x="1813" y="42"/>
                                    </a:lnTo>
                                    <a:lnTo>
                                      <a:pt x="1822" y="49"/>
                                    </a:lnTo>
                                    <a:lnTo>
                                      <a:pt x="1829" y="56"/>
                                    </a:lnTo>
                                    <a:lnTo>
                                      <a:pt x="1837" y="66"/>
                                    </a:lnTo>
                                    <a:lnTo>
                                      <a:pt x="1843" y="75"/>
                                    </a:lnTo>
                                    <a:lnTo>
                                      <a:pt x="1849" y="87"/>
                                    </a:lnTo>
                                    <a:lnTo>
                                      <a:pt x="1855" y="99"/>
                                    </a:lnTo>
                                    <a:lnTo>
                                      <a:pt x="1861" y="113"/>
                                    </a:lnTo>
                                    <a:lnTo>
                                      <a:pt x="1693" y="528"/>
                                    </a:lnTo>
                                    <a:lnTo>
                                      <a:pt x="1899" y="132"/>
                                    </a:lnTo>
                                    <a:lnTo>
                                      <a:pt x="1954" y="245"/>
                                    </a:lnTo>
                                    <a:lnTo>
                                      <a:pt x="1675" y="585"/>
                                    </a:lnTo>
                                    <a:lnTo>
                                      <a:pt x="1954" y="321"/>
                                    </a:lnTo>
                                    <a:lnTo>
                                      <a:pt x="1899" y="491"/>
                                    </a:lnTo>
                                    <a:lnTo>
                                      <a:pt x="1637" y="623"/>
                                    </a:lnTo>
                                    <a:lnTo>
                                      <a:pt x="1618" y="660"/>
                                    </a:lnTo>
                                    <a:lnTo>
                                      <a:pt x="1880" y="547"/>
                                    </a:lnTo>
                                    <a:lnTo>
                                      <a:pt x="1861" y="642"/>
                                    </a:lnTo>
                                    <a:lnTo>
                                      <a:pt x="1601" y="698"/>
                                    </a:lnTo>
                                    <a:lnTo>
                                      <a:pt x="1395" y="980"/>
                                    </a:lnTo>
                                    <a:lnTo>
                                      <a:pt x="1395" y="1074"/>
                                    </a:lnTo>
                                    <a:lnTo>
                                      <a:pt x="1172" y="1055"/>
                                    </a:lnTo>
                                    <a:lnTo>
                                      <a:pt x="1159" y="1073"/>
                                    </a:lnTo>
                                    <a:lnTo>
                                      <a:pt x="1153" y="1082"/>
                                    </a:lnTo>
                                    <a:lnTo>
                                      <a:pt x="1149" y="1087"/>
                                    </a:lnTo>
                                    <a:lnTo>
                                      <a:pt x="1147" y="1092"/>
                                    </a:lnTo>
                                    <a:lnTo>
                                      <a:pt x="1123" y="1127"/>
                                    </a:lnTo>
                                    <a:lnTo>
                                      <a:pt x="1110" y="1142"/>
                                    </a:lnTo>
                                    <a:lnTo>
                                      <a:pt x="1103" y="1150"/>
                                    </a:lnTo>
                                    <a:lnTo>
                                      <a:pt x="1098" y="1159"/>
                                    </a:lnTo>
                                    <a:lnTo>
                                      <a:pt x="1084" y="1173"/>
                                    </a:lnTo>
                                    <a:lnTo>
                                      <a:pt x="1072" y="1189"/>
                                    </a:lnTo>
                                    <a:lnTo>
                                      <a:pt x="1058" y="1202"/>
                                    </a:lnTo>
                                    <a:lnTo>
                                      <a:pt x="1045" y="1216"/>
                                    </a:lnTo>
                                    <a:lnTo>
                                      <a:pt x="1019" y="1242"/>
                                    </a:lnTo>
                                    <a:lnTo>
                                      <a:pt x="990" y="1265"/>
                                    </a:lnTo>
                                    <a:lnTo>
                                      <a:pt x="982" y="1270"/>
                                    </a:lnTo>
                                    <a:lnTo>
                                      <a:pt x="976" y="1275"/>
                                    </a:lnTo>
                                    <a:lnTo>
                                      <a:pt x="962" y="1286"/>
                                    </a:lnTo>
                                    <a:lnTo>
                                      <a:pt x="932" y="1305"/>
                                    </a:lnTo>
                                    <a:lnTo>
                                      <a:pt x="916" y="1313"/>
                                    </a:lnTo>
                                    <a:lnTo>
                                      <a:pt x="902" y="1322"/>
                                    </a:lnTo>
                                    <a:lnTo>
                                      <a:pt x="886" y="1328"/>
                                    </a:lnTo>
                                    <a:lnTo>
                                      <a:pt x="870" y="1336"/>
                                    </a:lnTo>
                                    <a:lnTo>
                                      <a:pt x="839" y="1348"/>
                                    </a:lnTo>
                                    <a:lnTo>
                                      <a:pt x="806" y="1358"/>
                                    </a:lnTo>
                                    <a:lnTo>
                                      <a:pt x="773" y="1366"/>
                                    </a:lnTo>
                                    <a:lnTo>
                                      <a:pt x="756" y="1368"/>
                                    </a:lnTo>
                                    <a:lnTo>
                                      <a:pt x="747" y="1370"/>
                                    </a:lnTo>
                                    <a:lnTo>
                                      <a:pt x="739" y="1372"/>
                                    </a:lnTo>
                                    <a:lnTo>
                                      <a:pt x="706" y="1376"/>
                                    </a:lnTo>
                                    <a:lnTo>
                                      <a:pt x="0" y="1263"/>
                                    </a:lnTo>
                                    <a:lnTo>
                                      <a:pt x="1" y="1251"/>
                                    </a:lnTo>
                                    <a:lnTo>
                                      <a:pt x="4" y="1239"/>
                                    </a:lnTo>
                                    <a:lnTo>
                                      <a:pt x="10" y="1223"/>
                                    </a:lnTo>
                                    <a:lnTo>
                                      <a:pt x="13" y="1214"/>
                                    </a:lnTo>
                                    <a:lnTo>
                                      <a:pt x="19" y="1206"/>
                                    </a:lnTo>
                                    <a:lnTo>
                                      <a:pt x="502" y="1301"/>
                                    </a:lnTo>
                                    <a:lnTo>
                                      <a:pt x="521" y="1169"/>
                                    </a:lnTo>
                                    <a:lnTo>
                                      <a:pt x="204" y="1055"/>
                                    </a:lnTo>
                                    <a:lnTo>
                                      <a:pt x="204" y="999"/>
                                    </a:lnTo>
                                    <a:lnTo>
                                      <a:pt x="502" y="1112"/>
                                    </a:lnTo>
                                    <a:lnTo>
                                      <a:pt x="204" y="961"/>
                                    </a:lnTo>
                                    <a:lnTo>
                                      <a:pt x="205" y="949"/>
                                    </a:lnTo>
                                    <a:lnTo>
                                      <a:pt x="209" y="937"/>
                                    </a:lnTo>
                                    <a:lnTo>
                                      <a:pt x="214" y="921"/>
                                    </a:lnTo>
                                    <a:lnTo>
                                      <a:pt x="217" y="912"/>
                                    </a:lnTo>
                                    <a:lnTo>
                                      <a:pt x="223" y="905"/>
                                    </a:lnTo>
                                    <a:lnTo>
                                      <a:pt x="521" y="1074"/>
                                    </a:lnTo>
                                    <a:lnTo>
                                      <a:pt x="521" y="1018"/>
                                    </a:lnTo>
                                    <a:lnTo>
                                      <a:pt x="242" y="867"/>
                                    </a:lnTo>
                                    <a:lnTo>
                                      <a:pt x="242" y="860"/>
                                    </a:lnTo>
                                    <a:lnTo>
                                      <a:pt x="244" y="855"/>
                                    </a:lnTo>
                                    <a:lnTo>
                                      <a:pt x="246" y="848"/>
                                    </a:lnTo>
                                    <a:lnTo>
                                      <a:pt x="250" y="842"/>
                                    </a:lnTo>
                                    <a:lnTo>
                                      <a:pt x="255" y="835"/>
                                    </a:lnTo>
                                    <a:lnTo>
                                      <a:pt x="261" y="827"/>
                                    </a:lnTo>
                                    <a:lnTo>
                                      <a:pt x="269" y="818"/>
                                    </a:lnTo>
                                    <a:lnTo>
                                      <a:pt x="279" y="810"/>
                                    </a:lnTo>
                                    <a:lnTo>
                                      <a:pt x="521" y="980"/>
                                    </a:lnTo>
                                    <a:lnTo>
                                      <a:pt x="521" y="923"/>
                                    </a:lnTo>
                                    <a:lnTo>
                                      <a:pt x="298" y="773"/>
                                    </a:lnTo>
                                    <a:lnTo>
                                      <a:pt x="353" y="679"/>
                                    </a:lnTo>
                                    <a:lnTo>
                                      <a:pt x="502" y="867"/>
                                    </a:lnTo>
                                    <a:lnTo>
                                      <a:pt x="521" y="829"/>
                                    </a:lnTo>
                                    <a:lnTo>
                                      <a:pt x="427" y="623"/>
                                    </a:lnTo>
                                    <a:lnTo>
                                      <a:pt x="447" y="612"/>
                                    </a:lnTo>
                                    <a:lnTo>
                                      <a:pt x="474" y="603"/>
                                    </a:lnTo>
                                    <a:lnTo>
                                      <a:pt x="504" y="594"/>
                                    </a:lnTo>
                                    <a:lnTo>
                                      <a:pt x="539" y="585"/>
                                    </a:lnTo>
                                    <a:lnTo>
                                      <a:pt x="539" y="829"/>
                                    </a:lnTo>
                                    <a:lnTo>
                                      <a:pt x="614" y="642"/>
                                    </a:lnTo>
                                    <a:lnTo>
                                      <a:pt x="669" y="698"/>
                                    </a:lnTo>
                                    <a:lnTo>
                                      <a:pt x="558" y="905"/>
                                    </a:lnTo>
                                    <a:lnTo>
                                      <a:pt x="566" y="913"/>
                                    </a:lnTo>
                                    <a:lnTo>
                                      <a:pt x="571" y="922"/>
                                    </a:lnTo>
                                    <a:lnTo>
                                      <a:pt x="575" y="931"/>
                                    </a:lnTo>
                                    <a:lnTo>
                                      <a:pt x="577" y="942"/>
                                    </a:lnTo>
                                    <a:lnTo>
                                      <a:pt x="688" y="716"/>
                                    </a:lnTo>
                                    <a:lnTo>
                                      <a:pt x="699" y="725"/>
                                    </a:lnTo>
                                    <a:lnTo>
                                      <a:pt x="715" y="734"/>
                                    </a:lnTo>
                                    <a:lnTo>
                                      <a:pt x="736" y="743"/>
                                    </a:lnTo>
                                    <a:lnTo>
                                      <a:pt x="763" y="754"/>
                                    </a:lnTo>
                                    <a:lnTo>
                                      <a:pt x="577" y="1037"/>
                                    </a:lnTo>
                                    <a:lnTo>
                                      <a:pt x="781" y="810"/>
                                    </a:lnTo>
                                    <a:lnTo>
                                      <a:pt x="819" y="810"/>
                                    </a:lnTo>
                                    <a:lnTo>
                                      <a:pt x="819" y="867"/>
                                    </a:lnTo>
                                    <a:lnTo>
                                      <a:pt x="577" y="1093"/>
                                    </a:lnTo>
                                    <a:lnTo>
                                      <a:pt x="781" y="942"/>
                                    </a:lnTo>
                                    <a:lnTo>
                                      <a:pt x="763" y="1018"/>
                                    </a:lnTo>
                                    <a:lnTo>
                                      <a:pt x="577" y="1112"/>
                                    </a:lnTo>
                                    <a:lnTo>
                                      <a:pt x="577" y="1169"/>
                                    </a:lnTo>
                                    <a:lnTo>
                                      <a:pt x="763" y="1037"/>
                                    </a:lnTo>
                                    <a:lnTo>
                                      <a:pt x="763" y="1112"/>
                                    </a:lnTo>
                                    <a:lnTo>
                                      <a:pt x="577" y="1188"/>
                                    </a:lnTo>
                                    <a:lnTo>
                                      <a:pt x="577" y="1301"/>
                                    </a:lnTo>
                                    <a:lnTo>
                                      <a:pt x="597" y="1303"/>
                                    </a:lnTo>
                                    <a:lnTo>
                                      <a:pt x="617" y="1305"/>
                                    </a:lnTo>
                                    <a:lnTo>
                                      <a:pt x="637" y="1306"/>
                                    </a:lnTo>
                                    <a:lnTo>
                                      <a:pt x="647" y="1306"/>
                                    </a:lnTo>
                                    <a:lnTo>
                                      <a:pt x="658" y="1307"/>
                                    </a:lnTo>
                                    <a:lnTo>
                                      <a:pt x="667" y="1306"/>
                                    </a:lnTo>
                                    <a:lnTo>
                                      <a:pt x="677" y="1306"/>
                                    </a:lnTo>
                                    <a:lnTo>
                                      <a:pt x="697" y="1305"/>
                                    </a:lnTo>
                                    <a:lnTo>
                                      <a:pt x="736" y="1301"/>
                                    </a:lnTo>
                                    <a:lnTo>
                                      <a:pt x="773" y="1292"/>
                                    </a:lnTo>
                                    <a:lnTo>
                                      <a:pt x="811" y="1281"/>
                                    </a:lnTo>
                                    <a:lnTo>
                                      <a:pt x="828" y="1273"/>
                                    </a:lnTo>
                                    <a:lnTo>
                                      <a:pt x="847" y="1266"/>
                                    </a:lnTo>
                                    <a:lnTo>
                                      <a:pt x="865" y="1257"/>
                                    </a:lnTo>
                                    <a:lnTo>
                                      <a:pt x="883" y="1249"/>
                                    </a:lnTo>
                                    <a:lnTo>
                                      <a:pt x="916" y="1226"/>
                                    </a:lnTo>
                                    <a:lnTo>
                                      <a:pt x="933" y="1213"/>
                                    </a:lnTo>
                                    <a:lnTo>
                                      <a:pt x="950" y="1201"/>
                                    </a:lnTo>
                                    <a:lnTo>
                                      <a:pt x="966" y="1186"/>
                                    </a:lnTo>
                                    <a:lnTo>
                                      <a:pt x="969" y="1182"/>
                                    </a:lnTo>
                                    <a:lnTo>
                                      <a:pt x="973" y="1179"/>
                                    </a:lnTo>
                                    <a:lnTo>
                                      <a:pt x="982" y="1172"/>
                                    </a:lnTo>
                                    <a:lnTo>
                                      <a:pt x="1015" y="1141"/>
                                    </a:lnTo>
                                    <a:lnTo>
                                      <a:pt x="1046" y="1105"/>
                                    </a:lnTo>
                                    <a:lnTo>
                                      <a:pt x="1077" y="1067"/>
                                    </a:lnTo>
                                    <a:lnTo>
                                      <a:pt x="1105" y="1024"/>
                                    </a:lnTo>
                                    <a:lnTo>
                                      <a:pt x="1120" y="1002"/>
                                    </a:lnTo>
                                    <a:lnTo>
                                      <a:pt x="1135" y="980"/>
                                    </a:lnTo>
                                    <a:lnTo>
                                      <a:pt x="1302" y="999"/>
                                    </a:lnTo>
                                    <a:lnTo>
                                      <a:pt x="1266" y="923"/>
                                    </a:lnTo>
                                    <a:lnTo>
                                      <a:pt x="1079" y="923"/>
                                    </a:lnTo>
                                    <a:lnTo>
                                      <a:pt x="1078" y="917"/>
                                    </a:lnTo>
                                    <a:lnTo>
                                      <a:pt x="1076" y="911"/>
                                    </a:lnTo>
                                    <a:lnTo>
                                      <a:pt x="1072" y="905"/>
                                    </a:lnTo>
                                    <a:lnTo>
                                      <a:pt x="1070" y="901"/>
                                    </a:lnTo>
                                    <a:lnTo>
                                      <a:pt x="1069" y="899"/>
                                    </a:lnTo>
                                    <a:lnTo>
                                      <a:pt x="1066" y="895"/>
                                    </a:lnTo>
                                    <a:lnTo>
                                      <a:pt x="1064" y="891"/>
                                    </a:lnTo>
                                    <a:lnTo>
                                      <a:pt x="1057" y="883"/>
                                    </a:lnTo>
                                    <a:lnTo>
                                      <a:pt x="1049" y="875"/>
                                    </a:lnTo>
                                    <a:lnTo>
                                      <a:pt x="1045" y="870"/>
                                    </a:lnTo>
                                    <a:lnTo>
                                      <a:pt x="1043" y="868"/>
                                    </a:lnTo>
                                    <a:lnTo>
                                      <a:pt x="1042" y="867"/>
                                    </a:lnTo>
                                    <a:lnTo>
                                      <a:pt x="1222" y="867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31E772" id="Freeform 219" o:spid="_x0000_s1026" style="position:absolute;margin-left:235.1pt;margin-top:-207.15pt;width:23.6pt;height:16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54,1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" path="m1222,867r-17,-2l1189,862r-20,-3l1158,857r-2,-1l1155,856r-2,l1148,856r-24,-6l1111,847r-12,-2l1084,840r-13,-3l1056,832r-8,-2l1042,829r-11,-13l1022,800r-9,-22l1004,754r21,9l1055,771r36,9l1112,785r23,6l1004,716r,-93l1022,644r17,21l1047,674r9,10l1073,702r16,14l1097,723r8,7l1112,736r8,7l1135,754,1023,585r9,-12l1041,561r8,-16l1060,528r131,226l1098,510r74,-57l1247,829,1210,453r74,l1302,867r19,-395l1331,473r13,3l1358,482r19,9l1321,905r37,37l1526,679,1414,528,1395,415r150,227l1545,623,1395,396r56,-94l1582,585r,-38l1451,264r57,-56l1601,510r,-19l1526,170r19,-57l1637,434,1582,95r74,-57l1656,396,1693,19r5,-1l1705,17r8,-2l1725,14r12,-4l1753,8r15,-4l1787,r-94,434l1805,38r8,4l1822,49r7,7l1837,66r6,9l1849,87r6,12l1861,113,1693,528,1899,132r55,113l1675,585,1954,321r-55,170l1637,623r-19,37l1880,547r-19,95l1601,698,1395,980r,94l1172,1055r-13,18l1153,1082r-4,5l1147,1092r-24,35l1110,1142r-7,8l1098,1159r-14,14l1072,1189r-14,13l1045,1216r-26,26l990,1265r-8,5l976,1275r-14,11l932,1305r-16,8l902,1322r-16,6l870,1336r-31,12l806,1358r-33,8l756,1368r-9,2l739,1372r-33,4l,1263r1,-12l4,1239r6,-16l13,1214r6,-8l502,1301r19,-132l204,1055r,-56l502,1112,204,961r1,-12l209,937r5,-16l217,912r6,-7l521,1074r,-56l242,867r,-7l244,855r2,-7l250,842r5,-7l261,827r8,-9l279,810,521,980r,-57l298,773r55,-94l502,867r19,-38l427,623r20,-11l474,603r30,-9l539,585r,244l614,642r55,56l558,905r8,8l571,922r4,9l577,942,688,716r11,9l715,734r21,9l763,754,577,1037,781,810r38,l819,867,577,1093,781,942r-18,76l577,1112r,57l763,1037r,75l577,1188r,113l597,1303r20,2l637,1306r10,l658,1307r9,-1l677,1306r20,-1l736,1301r37,-9l811,1281r17,-8l847,1266r18,-9l883,1249r33,-23l933,1213r17,-12l966,1186r3,-4l973,1179r9,-7l1015,1141r31,-36l1077,1067r28,-43l1120,1002r15,-22l1302,999r-36,-76l1079,923r-1,-6l1076,911r-4,-6l1070,901r-1,-2l1066,895r-2,-4l1057,883r-8,-8l1045,870r-2,-2l1042,867r180,e" filled="f" strokeweight="0">
                      <v:path arrowok="t" o:connecttype="custom" o:connectlocs="179310,131213;176856,130755;168573,129074;160751,126783;155382,118840;167346,119146;154001,95164;161978,104481;169494,111508;156916,89359;162591,80652;191275,126630;202625,72098;211215,75001;216891,80652;213976,60489;222566,40326;234070,25968;254010,5805;261526,2597;268889,1222;276865,5805;281774,10082;285455,17261;256925,89359;248182,100815;213976,149696;176856,165276;170261,174441;164432,181621;151854,193230;142958,199340;133447,204075;115961,208963;0,192924;1994,185439;31291,161152;31445,144960;34206,138239;37120,131366;39114,127547;79915,149696;77001,132435;72706,92109;94180,98066;87585,140836;107218,110744;88505,158403;88505,166957;88505,178566;88505,198729;99242,199492;106911,199340;127005,194452;140503,187272;148633,180551;160444,168790;174095,149696;165352,140072;163972,137323;160904,133657;187440,132435" o:connectangles="0,0,0,0,0,0,0,0,0,0,0,0,0,0,0,0,0,0,0,0,0,0,0,0,0,0,0,0,0,0,0,0,0,0,0,0,0,0,0,0,0,0,0,0,0,0,0,0,0,0,0,0,0,0,0,0,0,0,0,0,0,0"/>
                    </v:shape>
                  </w:pict>
                </mc:Fallback>
              </mc:AlternateContent>
            </w:r>
            <w:r w:rsidR="000D141F">
              <w:rPr>
                <w:b/>
                <w:bCs/>
                <w:color w:val="000000"/>
                <w:spacing w:val="20"/>
                <w:sz w:val="32"/>
                <w:szCs w:val="32"/>
              </w:rPr>
              <w:t xml:space="preserve">АДМИНИСТРАЦИЯ </w:t>
            </w:r>
          </w:p>
          <w:p w:rsidR="000D141F" w:rsidRPr="009C452A" w:rsidRDefault="000D141F" w:rsidP="000D141F">
            <w:pPr>
              <w:tabs>
                <w:tab w:val="left" w:pos="8041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0"/>
                <w:sz w:val="32"/>
                <w:szCs w:val="32"/>
              </w:rPr>
              <w:t>АРСЕНЬЕВСКОГО Г</w:t>
            </w:r>
            <w:r w:rsidRPr="0081502D">
              <w:rPr>
                <w:b/>
                <w:bCs/>
                <w:color w:val="000000"/>
                <w:spacing w:val="20"/>
                <w:sz w:val="32"/>
                <w:szCs w:val="32"/>
              </w:rPr>
              <w:t>ОРОДСКОГО ОКРУГА</w:t>
            </w:r>
            <w:r>
              <w:rPr>
                <w:b/>
                <w:bCs/>
                <w:color w:val="000000"/>
                <w:spacing w:val="20"/>
                <w:sz w:val="32"/>
                <w:szCs w:val="32"/>
              </w:rPr>
              <w:t xml:space="preserve"> </w:t>
            </w:r>
          </w:p>
        </w:tc>
      </w:tr>
      <w:tr w:rsidR="000D141F" w:rsidRPr="009C452A" w:rsidTr="000D141F">
        <w:trPr>
          <w:trHeight w:val="363"/>
          <w:jc w:val="center"/>
        </w:trPr>
        <w:tc>
          <w:tcPr>
            <w:tcW w:w="8793" w:type="dxa"/>
          </w:tcPr>
          <w:p w:rsidR="000D141F" w:rsidRPr="0032700A" w:rsidRDefault="000D141F" w:rsidP="00AF6318">
            <w:pPr>
              <w:shd w:val="clear" w:color="auto" w:fill="FFFFFF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 О С Т А Н О В Л Е Н И Е</w:t>
            </w:r>
          </w:p>
          <w:p w:rsidR="00AF6318" w:rsidRPr="0032700A" w:rsidRDefault="00AF6318" w:rsidP="00AF6318">
            <w:pPr>
              <w:shd w:val="clear" w:color="auto" w:fill="FFFFFF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32700A" w:rsidRDefault="0032700A" w:rsidP="009C452A">
      <w:pPr>
        <w:ind w:left="-124" w:right="-108" w:firstLine="0"/>
        <w:jc w:val="center"/>
        <w:rPr>
          <w:color w:val="000000"/>
          <w:sz w:val="24"/>
          <w:szCs w:val="24"/>
        </w:rPr>
        <w:sectPr w:rsidR="0032700A" w:rsidSect="000D141F">
          <w:type w:val="continuous"/>
          <w:pgSz w:w="11906" w:h="16838" w:code="9"/>
          <w:pgMar w:top="1146" w:right="851" w:bottom="1134" w:left="1418" w:header="397" w:footer="709" w:gutter="0"/>
          <w:cols w:space="708"/>
          <w:titlePg/>
          <w:docGrid w:linePitch="360"/>
        </w:sect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2196"/>
        <w:gridCol w:w="4914"/>
        <w:gridCol w:w="509"/>
        <w:gridCol w:w="1174"/>
      </w:tblGrid>
      <w:tr w:rsidR="00B53139" w:rsidRPr="009C452A" w:rsidTr="00150032">
        <w:trPr>
          <w:jc w:val="center"/>
        </w:trPr>
        <w:tc>
          <w:tcPr>
            <w:tcW w:w="2196" w:type="dxa"/>
            <w:tcBorders>
              <w:bottom w:val="single" w:sz="4" w:space="0" w:color="auto"/>
            </w:tcBorders>
          </w:tcPr>
          <w:p w:rsidR="00B53139" w:rsidRPr="00150032" w:rsidRDefault="00D2409B" w:rsidP="009C452A">
            <w:pPr>
              <w:ind w:left="-124" w:righ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ноября 2023 г.</w:t>
            </w:r>
          </w:p>
        </w:tc>
        <w:tc>
          <w:tcPr>
            <w:tcW w:w="4914" w:type="dxa"/>
          </w:tcPr>
          <w:p w:rsidR="00B53139" w:rsidRPr="009C452A" w:rsidRDefault="00B53139" w:rsidP="00150032">
            <w:pPr>
              <w:ind w:left="-295" w:right="131" w:firstLine="0"/>
              <w:jc w:val="center"/>
              <w:rPr>
                <w:rFonts w:ascii="Arial" w:cs="Arial"/>
                <w:color w:val="000000"/>
                <w:sz w:val="24"/>
                <w:szCs w:val="24"/>
              </w:rPr>
            </w:pPr>
            <w:r w:rsidRPr="009C452A">
              <w:rPr>
                <w:rFonts w:ascii="Arial" w:cs="Arial"/>
                <w:color w:val="000000"/>
                <w:sz w:val="24"/>
                <w:szCs w:val="24"/>
              </w:rPr>
              <w:t>г</w:t>
            </w:r>
            <w:r w:rsidRPr="009C452A">
              <w:rPr>
                <w:rFonts w:ascii="Arial" w:cs="Arial"/>
                <w:color w:val="000000"/>
                <w:sz w:val="24"/>
                <w:szCs w:val="24"/>
              </w:rPr>
              <w:t>.</w:t>
            </w:r>
            <w:r w:rsidRPr="009C452A">
              <w:rPr>
                <w:rFonts w:ascii="Arial" w:cs="Arial"/>
                <w:color w:val="000000"/>
                <w:sz w:val="24"/>
                <w:szCs w:val="24"/>
              </w:rPr>
              <w:t>Арсеньев</w:t>
            </w:r>
          </w:p>
        </w:tc>
        <w:tc>
          <w:tcPr>
            <w:tcW w:w="509" w:type="dxa"/>
          </w:tcPr>
          <w:p w:rsidR="00B53139" w:rsidRPr="009C452A" w:rsidRDefault="00B53139" w:rsidP="009C452A">
            <w:pPr>
              <w:ind w:firstLine="0"/>
              <w:rPr>
                <w:color w:val="000000"/>
                <w:sz w:val="24"/>
                <w:szCs w:val="24"/>
              </w:rPr>
            </w:pPr>
            <w:r w:rsidRPr="009C452A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53139" w:rsidRPr="009C452A" w:rsidRDefault="00D2409B" w:rsidP="009C452A">
            <w:pPr>
              <w:ind w:left="-108" w:right="-13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669-па</w:t>
            </w:r>
          </w:p>
        </w:tc>
      </w:tr>
    </w:tbl>
    <w:p w:rsidR="008C51D3" w:rsidRDefault="008C51D3" w:rsidP="00F158FC">
      <w:pPr>
        <w:tabs>
          <w:tab w:val="left" w:pos="8041"/>
        </w:tabs>
        <w:ind w:firstLine="0"/>
        <w:sectPr w:rsidR="008C51D3" w:rsidSect="000D141F">
          <w:type w:val="continuous"/>
          <w:pgSz w:w="11906" w:h="16838" w:code="9"/>
          <w:pgMar w:top="1146" w:right="851" w:bottom="1134" w:left="1418" w:header="397" w:footer="709" w:gutter="0"/>
          <w:cols w:space="708"/>
          <w:formProt w:val="0"/>
          <w:titlePg/>
          <w:docGrid w:linePitch="360"/>
        </w:sectPr>
      </w:pPr>
    </w:p>
    <w:p w:rsidR="00720A52" w:rsidRDefault="00720A52" w:rsidP="007D77E7">
      <w:pPr>
        <w:tabs>
          <w:tab w:val="left" w:pos="8041"/>
        </w:tabs>
        <w:ind w:firstLine="0"/>
        <w:rPr>
          <w:b/>
          <w:sz w:val="25"/>
          <w:szCs w:val="25"/>
        </w:rPr>
      </w:pPr>
    </w:p>
    <w:p w:rsidR="007D77E7" w:rsidRPr="00AA62CF" w:rsidRDefault="007D77E7" w:rsidP="00C55FAD">
      <w:pPr>
        <w:tabs>
          <w:tab w:val="left" w:pos="8041"/>
        </w:tabs>
        <w:ind w:firstLine="0"/>
        <w:jc w:val="center"/>
        <w:rPr>
          <w:b/>
          <w:szCs w:val="26"/>
        </w:rPr>
      </w:pPr>
      <w:bookmarkStart w:id="0" w:name="_GoBack"/>
      <w:r w:rsidRPr="00AA62CF">
        <w:rPr>
          <w:b/>
          <w:szCs w:val="26"/>
        </w:rPr>
        <w:t xml:space="preserve">О внесении изменений в постановление администрации Арсеньевского </w:t>
      </w:r>
    </w:p>
    <w:p w:rsidR="00720A52" w:rsidRPr="00AA62CF" w:rsidRDefault="007D77E7" w:rsidP="00C55FAD">
      <w:pPr>
        <w:tabs>
          <w:tab w:val="left" w:pos="8041"/>
        </w:tabs>
        <w:ind w:firstLine="0"/>
        <w:jc w:val="center"/>
        <w:rPr>
          <w:b/>
          <w:szCs w:val="26"/>
        </w:rPr>
      </w:pPr>
      <w:r w:rsidRPr="00AA62CF">
        <w:rPr>
          <w:b/>
          <w:szCs w:val="26"/>
        </w:rPr>
        <w:t>городского округа от 21 мая 2021 года № 258-па «Об утверждении реестра мест (площадок) накопления твердых коммунальных отходов на территории Арсеньевского городского округа»</w:t>
      </w:r>
    </w:p>
    <w:bookmarkEnd w:id="0"/>
    <w:p w:rsidR="002A7AF5" w:rsidRPr="00AA62CF" w:rsidRDefault="002A7AF5" w:rsidP="002A7AF5">
      <w:pPr>
        <w:tabs>
          <w:tab w:val="left" w:pos="8041"/>
        </w:tabs>
        <w:ind w:firstLine="0"/>
        <w:jc w:val="center"/>
        <w:rPr>
          <w:b/>
          <w:spacing w:val="-1"/>
          <w:szCs w:val="26"/>
          <w:lang w:eastAsia="zh-CN"/>
        </w:rPr>
      </w:pPr>
    </w:p>
    <w:p w:rsidR="00720A52" w:rsidRPr="00AA62CF" w:rsidRDefault="00720A52" w:rsidP="002A7AF5">
      <w:pPr>
        <w:tabs>
          <w:tab w:val="left" w:pos="8041"/>
        </w:tabs>
        <w:ind w:firstLine="0"/>
        <w:jc w:val="center"/>
        <w:rPr>
          <w:b/>
          <w:spacing w:val="-1"/>
          <w:szCs w:val="26"/>
          <w:lang w:eastAsia="zh-CN"/>
        </w:rPr>
      </w:pPr>
    </w:p>
    <w:p w:rsidR="002A7AF5" w:rsidRPr="00AA62CF" w:rsidRDefault="00664D75" w:rsidP="002C5342">
      <w:pPr>
        <w:tabs>
          <w:tab w:val="left" w:pos="8041"/>
        </w:tabs>
        <w:spacing w:line="360" w:lineRule="auto"/>
        <w:rPr>
          <w:b/>
          <w:szCs w:val="26"/>
          <w:lang w:eastAsia="zh-CN"/>
        </w:rPr>
      </w:pPr>
      <w:r w:rsidRPr="00AA62CF">
        <w:rPr>
          <w:szCs w:val="26"/>
        </w:rPr>
        <w:t>В соответствии с Федеральным</w:t>
      </w:r>
      <w:r w:rsidR="002C5342" w:rsidRPr="00AA62CF">
        <w:rPr>
          <w:szCs w:val="26"/>
        </w:rPr>
        <w:t>и законами</w:t>
      </w:r>
      <w:r w:rsidRPr="00AA62CF">
        <w:rPr>
          <w:szCs w:val="26"/>
        </w:rPr>
        <w:t xml:space="preserve"> </w:t>
      </w:r>
      <w:r w:rsidR="00177767" w:rsidRPr="00AA62CF">
        <w:rPr>
          <w:szCs w:val="26"/>
        </w:rPr>
        <w:t xml:space="preserve">от 24 июня 1998 года № 89-ФЗ «Об отходах производства и потребления», </w:t>
      </w:r>
      <w:r w:rsidRPr="00AA62CF">
        <w:rPr>
          <w:szCs w:val="26"/>
        </w:rPr>
        <w:t>от 06</w:t>
      </w:r>
      <w:r w:rsidR="0099123A" w:rsidRPr="00AA62CF">
        <w:rPr>
          <w:szCs w:val="26"/>
        </w:rPr>
        <w:t xml:space="preserve"> октября </w:t>
      </w:r>
      <w:r w:rsidRPr="00AA62CF">
        <w:rPr>
          <w:szCs w:val="26"/>
        </w:rPr>
        <w:t xml:space="preserve">2003 </w:t>
      </w:r>
      <w:r w:rsidR="0099123A" w:rsidRPr="00AA62CF">
        <w:rPr>
          <w:szCs w:val="26"/>
        </w:rPr>
        <w:t xml:space="preserve">года </w:t>
      </w:r>
      <w:r w:rsidRPr="00AA62CF">
        <w:rPr>
          <w:szCs w:val="26"/>
        </w:rPr>
        <w:t>№ 131-ФЗ «Об общих принципах организации местного самоуправления в Российской Федерац</w:t>
      </w:r>
      <w:r w:rsidR="0099123A" w:rsidRPr="00AA62CF">
        <w:rPr>
          <w:szCs w:val="26"/>
        </w:rPr>
        <w:t>ии</w:t>
      </w:r>
      <w:r w:rsidR="00720A52" w:rsidRPr="00AA62CF">
        <w:rPr>
          <w:szCs w:val="26"/>
        </w:rPr>
        <w:t>»</w:t>
      </w:r>
      <w:r w:rsidR="002C5342" w:rsidRPr="00AA62CF">
        <w:rPr>
          <w:szCs w:val="26"/>
        </w:rPr>
        <w:t>,</w:t>
      </w:r>
      <w:r w:rsidRPr="00AA62CF">
        <w:rPr>
          <w:szCs w:val="26"/>
        </w:rPr>
        <w:t xml:space="preserve"> от 31</w:t>
      </w:r>
      <w:r w:rsidR="0099123A" w:rsidRPr="00AA62CF">
        <w:rPr>
          <w:szCs w:val="26"/>
        </w:rPr>
        <w:t xml:space="preserve"> декабря </w:t>
      </w:r>
      <w:r w:rsidRPr="00AA62CF">
        <w:rPr>
          <w:szCs w:val="26"/>
        </w:rPr>
        <w:t>2017</w:t>
      </w:r>
      <w:r w:rsidR="0099123A" w:rsidRPr="00AA62CF">
        <w:rPr>
          <w:szCs w:val="26"/>
        </w:rPr>
        <w:t xml:space="preserve"> года</w:t>
      </w:r>
      <w:r w:rsidRPr="00AA62CF">
        <w:rPr>
          <w:szCs w:val="26"/>
        </w:rPr>
        <w:t xml:space="preserve"> № 503-ФЗ «О внесении изменений в Федеральный закон «Об отходах производства и потребления» и</w:t>
      </w:r>
      <w:r w:rsidR="00C7360D" w:rsidRPr="00AA62CF">
        <w:rPr>
          <w:szCs w:val="26"/>
        </w:rPr>
        <w:t xml:space="preserve"> отдельные законодательные акты </w:t>
      </w:r>
      <w:r w:rsidRPr="00AA62CF">
        <w:rPr>
          <w:szCs w:val="26"/>
        </w:rPr>
        <w:t>Российской Федерации», Правилами обустройства мест (площадок) накопления твердых коммунальных отходов и ведения их реестра, утвержденных постановлением Правительства Р</w:t>
      </w:r>
      <w:r w:rsidR="0099123A" w:rsidRPr="00AA62CF">
        <w:rPr>
          <w:szCs w:val="26"/>
        </w:rPr>
        <w:t>оссийской Федерации от 31 августа 2018 года</w:t>
      </w:r>
      <w:r w:rsidRPr="00AA62CF">
        <w:rPr>
          <w:szCs w:val="26"/>
        </w:rPr>
        <w:t xml:space="preserve"> № 1039</w:t>
      </w:r>
      <w:r w:rsidR="002C5342" w:rsidRPr="00AA62CF">
        <w:rPr>
          <w:szCs w:val="26"/>
        </w:rPr>
        <w:t xml:space="preserve"> «Об утверждении правил обустройства мест (площадок) накопления твердых коммунальных отходов и ведение их реестра»</w:t>
      </w:r>
      <w:r w:rsidRPr="00AA62CF">
        <w:rPr>
          <w:szCs w:val="26"/>
        </w:rPr>
        <w:t>,</w:t>
      </w:r>
      <w:r w:rsidR="0099123A" w:rsidRPr="00AA62CF">
        <w:rPr>
          <w:szCs w:val="26"/>
        </w:rPr>
        <w:t xml:space="preserve"> руководствуясь Уставом Арсеньевского городского округа</w:t>
      </w:r>
      <w:r w:rsidR="002C5342" w:rsidRPr="00AA62CF">
        <w:rPr>
          <w:szCs w:val="26"/>
        </w:rPr>
        <w:t>, администрация Арсеньевского городского округа</w:t>
      </w:r>
    </w:p>
    <w:p w:rsidR="00720A52" w:rsidRPr="00AA62CF" w:rsidRDefault="00720A52" w:rsidP="00A85CAE">
      <w:pPr>
        <w:tabs>
          <w:tab w:val="left" w:pos="8041"/>
        </w:tabs>
        <w:ind w:firstLine="0"/>
        <w:rPr>
          <w:b/>
          <w:szCs w:val="26"/>
          <w:lang w:eastAsia="zh-CN"/>
        </w:rPr>
      </w:pPr>
    </w:p>
    <w:p w:rsidR="00A85CAE" w:rsidRPr="00AA62CF" w:rsidRDefault="00A85CAE" w:rsidP="00A85CAE">
      <w:pPr>
        <w:tabs>
          <w:tab w:val="left" w:pos="8041"/>
        </w:tabs>
        <w:ind w:firstLine="0"/>
        <w:rPr>
          <w:b/>
          <w:szCs w:val="26"/>
          <w:lang w:eastAsia="zh-CN"/>
        </w:rPr>
      </w:pPr>
    </w:p>
    <w:p w:rsidR="002A7AF5" w:rsidRPr="00AA62CF" w:rsidRDefault="002A7AF5" w:rsidP="002A7AF5">
      <w:pPr>
        <w:tabs>
          <w:tab w:val="left" w:pos="8041"/>
        </w:tabs>
        <w:ind w:firstLine="0"/>
        <w:rPr>
          <w:szCs w:val="26"/>
          <w:lang w:eastAsia="zh-CN"/>
        </w:rPr>
      </w:pPr>
      <w:r w:rsidRPr="00AA62CF">
        <w:rPr>
          <w:szCs w:val="26"/>
          <w:lang w:eastAsia="zh-CN"/>
        </w:rPr>
        <w:t>ПОСТАНОВЛЯЕТ</w:t>
      </w:r>
      <w:r w:rsidR="002C5342" w:rsidRPr="00AA62CF">
        <w:rPr>
          <w:szCs w:val="26"/>
          <w:lang w:eastAsia="zh-CN"/>
        </w:rPr>
        <w:t>:</w:t>
      </w:r>
    </w:p>
    <w:p w:rsidR="00AA62CF" w:rsidRPr="00AA62CF" w:rsidRDefault="00AA62CF" w:rsidP="00DE28D7">
      <w:pPr>
        <w:suppressAutoHyphens/>
        <w:autoSpaceDN/>
        <w:adjustRightInd/>
        <w:ind w:firstLine="0"/>
        <w:rPr>
          <w:szCs w:val="26"/>
        </w:rPr>
      </w:pPr>
    </w:p>
    <w:p w:rsidR="004F6A07" w:rsidRPr="004F6A07" w:rsidRDefault="004F6A07" w:rsidP="004F6A07">
      <w:pPr>
        <w:tabs>
          <w:tab w:val="left" w:pos="1134"/>
          <w:tab w:val="left" w:pos="8041"/>
        </w:tabs>
        <w:spacing w:line="360" w:lineRule="auto"/>
        <w:rPr>
          <w:szCs w:val="26"/>
        </w:rPr>
      </w:pPr>
      <w:r>
        <w:rPr>
          <w:szCs w:val="26"/>
        </w:rPr>
        <w:t xml:space="preserve">1.  </w:t>
      </w:r>
      <w:r w:rsidR="00AA62CF" w:rsidRPr="004F6A07">
        <w:rPr>
          <w:szCs w:val="26"/>
        </w:rPr>
        <w:t>Включить сведения о контейнерной п</w:t>
      </w:r>
      <w:r w:rsidRPr="004F6A07">
        <w:rPr>
          <w:szCs w:val="26"/>
        </w:rPr>
        <w:t>лощадке</w:t>
      </w:r>
      <w:r w:rsidR="003351FB">
        <w:rPr>
          <w:szCs w:val="26"/>
        </w:rPr>
        <w:t xml:space="preserve"> под № 83</w:t>
      </w:r>
      <w:r w:rsidRPr="004F6A07">
        <w:rPr>
          <w:szCs w:val="26"/>
        </w:rPr>
        <w:t xml:space="preserve">, местоположение которой </w:t>
      </w:r>
      <w:r w:rsidR="00AA62CF" w:rsidRPr="004F6A07">
        <w:rPr>
          <w:szCs w:val="26"/>
        </w:rPr>
        <w:t>устан</w:t>
      </w:r>
      <w:r w:rsidR="00D30ACB">
        <w:rPr>
          <w:szCs w:val="26"/>
        </w:rPr>
        <w:t>овлено по адресу: ул. Жуковского, 7/1</w:t>
      </w:r>
      <w:r w:rsidR="00AA62CF" w:rsidRPr="004F6A07">
        <w:rPr>
          <w:szCs w:val="26"/>
        </w:rPr>
        <w:t xml:space="preserve">, для нужд ИП </w:t>
      </w:r>
      <w:r w:rsidR="00D30ACB">
        <w:rPr>
          <w:szCs w:val="26"/>
        </w:rPr>
        <w:t xml:space="preserve">Бурой Ирины Сергеевны (торговля готовой продукцией промышленной группы) </w:t>
      </w:r>
      <w:r w:rsidR="00AA62CF" w:rsidRPr="004F6A07">
        <w:rPr>
          <w:szCs w:val="26"/>
        </w:rPr>
        <w:t>в реестр мест (площадок) накопления твердых коммунальных отходов на территории Арсеньевского городского округа (далее – Реестр).</w:t>
      </w:r>
    </w:p>
    <w:p w:rsidR="004F6A07" w:rsidRPr="004F6A07" w:rsidRDefault="004F6A07" w:rsidP="004F6A07">
      <w:pPr>
        <w:tabs>
          <w:tab w:val="left" w:pos="8041"/>
        </w:tabs>
        <w:spacing w:line="360" w:lineRule="auto"/>
        <w:rPr>
          <w:szCs w:val="26"/>
        </w:rPr>
      </w:pPr>
      <w:r>
        <w:rPr>
          <w:szCs w:val="26"/>
        </w:rPr>
        <w:t>1.1 Внести изменения в Р</w:t>
      </w:r>
      <w:r w:rsidRPr="004F6A07">
        <w:rPr>
          <w:szCs w:val="26"/>
        </w:rPr>
        <w:t xml:space="preserve">еестр мест (площадок) накопления твердых коммунальных отходов на территории Арсеньевского городского округа, </w:t>
      </w:r>
      <w:r w:rsidRPr="004F6A07">
        <w:rPr>
          <w:szCs w:val="26"/>
        </w:rPr>
        <w:lastRenderedPageBreak/>
        <w:t xml:space="preserve">утвержденный постановлением администрации Арсеньевского городского округа от </w:t>
      </w:r>
      <w:r>
        <w:rPr>
          <w:szCs w:val="26"/>
        </w:rPr>
        <w:t xml:space="preserve">   </w:t>
      </w:r>
      <w:r w:rsidRPr="004F6A07">
        <w:rPr>
          <w:szCs w:val="26"/>
        </w:rPr>
        <w:t>21 мая 2021 года № 258 – па,</w:t>
      </w:r>
      <w:r>
        <w:rPr>
          <w:szCs w:val="26"/>
        </w:rPr>
        <w:t xml:space="preserve"> излож</w:t>
      </w:r>
      <w:r w:rsidRPr="004F6A07">
        <w:rPr>
          <w:szCs w:val="26"/>
        </w:rPr>
        <w:t xml:space="preserve">ив Реестр в редакции приложения к настоящему постановлению. </w:t>
      </w:r>
    </w:p>
    <w:p w:rsidR="004F6A07" w:rsidRPr="004F6A07" w:rsidRDefault="004F6A07" w:rsidP="004F6A07">
      <w:pPr>
        <w:tabs>
          <w:tab w:val="left" w:pos="1134"/>
          <w:tab w:val="left" w:pos="8041"/>
        </w:tabs>
        <w:spacing w:line="360" w:lineRule="auto"/>
        <w:rPr>
          <w:szCs w:val="26"/>
        </w:rPr>
      </w:pPr>
      <w:r>
        <w:rPr>
          <w:szCs w:val="26"/>
        </w:rPr>
        <w:t xml:space="preserve">2. </w:t>
      </w:r>
      <w:r w:rsidRPr="004F6A07">
        <w:rPr>
          <w:szCs w:val="26"/>
        </w:rPr>
        <w:t>О</w:t>
      </w:r>
      <w:r w:rsidR="0099123A" w:rsidRPr="004F6A07">
        <w:rPr>
          <w:szCs w:val="26"/>
        </w:rPr>
        <w:t xml:space="preserve">рганизационному управлению </w:t>
      </w:r>
      <w:r w:rsidRPr="004F6A07">
        <w:rPr>
          <w:szCs w:val="26"/>
        </w:rPr>
        <w:t>администрации городского округа</w:t>
      </w:r>
      <w:r>
        <w:rPr>
          <w:szCs w:val="26"/>
        </w:rPr>
        <w:t xml:space="preserve"> </w:t>
      </w:r>
      <w:r w:rsidR="0099123A" w:rsidRPr="004F6A07">
        <w:rPr>
          <w:szCs w:val="26"/>
        </w:rPr>
        <w:t>обеспечить размещение на официальном сайте администрации Арсеньевского городского округа настоящего постановления.</w:t>
      </w:r>
    </w:p>
    <w:p w:rsidR="00AA62CF" w:rsidRPr="004F6A07" w:rsidRDefault="004F6A07" w:rsidP="004F6A07">
      <w:pPr>
        <w:tabs>
          <w:tab w:val="left" w:pos="1134"/>
          <w:tab w:val="left" w:pos="8041"/>
        </w:tabs>
        <w:spacing w:line="360" w:lineRule="auto"/>
        <w:ind w:right="-2"/>
        <w:rPr>
          <w:szCs w:val="26"/>
        </w:rPr>
      </w:pPr>
      <w:r>
        <w:rPr>
          <w:szCs w:val="26"/>
        </w:rPr>
        <w:t xml:space="preserve">3.    </w:t>
      </w:r>
      <w:r w:rsidR="0099123A" w:rsidRPr="004F6A07">
        <w:rPr>
          <w:szCs w:val="26"/>
        </w:rPr>
        <w:t>Контроль за исполнением настоящего постановления</w:t>
      </w:r>
      <w:r w:rsidR="00D30ACB">
        <w:rPr>
          <w:szCs w:val="26"/>
        </w:rPr>
        <w:t xml:space="preserve"> оставляю за собой</w:t>
      </w:r>
      <w:r w:rsidR="0099123A" w:rsidRPr="004F6A07">
        <w:rPr>
          <w:szCs w:val="26"/>
        </w:rPr>
        <w:t>.</w:t>
      </w:r>
    </w:p>
    <w:p w:rsidR="00AA62CF" w:rsidRDefault="00AA62CF" w:rsidP="00A85CAE">
      <w:pPr>
        <w:suppressAutoHyphens/>
        <w:autoSpaceDN/>
        <w:adjustRightInd/>
        <w:spacing w:line="360" w:lineRule="auto"/>
        <w:rPr>
          <w:szCs w:val="26"/>
        </w:rPr>
      </w:pPr>
    </w:p>
    <w:p w:rsidR="00A85CAE" w:rsidRPr="00AA62CF" w:rsidRDefault="0099123A" w:rsidP="00A85CAE">
      <w:pPr>
        <w:suppressAutoHyphens/>
        <w:autoSpaceDN/>
        <w:adjustRightInd/>
        <w:spacing w:line="360" w:lineRule="auto"/>
        <w:rPr>
          <w:bCs/>
          <w:szCs w:val="26"/>
          <w:lang w:eastAsia="zh-CN"/>
        </w:rPr>
      </w:pPr>
      <w:r w:rsidRPr="00AA62CF">
        <w:rPr>
          <w:bCs/>
          <w:szCs w:val="26"/>
          <w:lang w:eastAsia="zh-CN"/>
        </w:rPr>
        <w:t xml:space="preserve"> </w:t>
      </w:r>
    </w:p>
    <w:p w:rsidR="00A85CAE" w:rsidRPr="00A85CAE" w:rsidRDefault="00A85CAE" w:rsidP="00F17DF9">
      <w:pPr>
        <w:suppressAutoHyphens/>
        <w:autoSpaceDN/>
        <w:adjustRightInd/>
        <w:spacing w:line="360" w:lineRule="auto"/>
        <w:ind w:firstLine="0"/>
        <w:rPr>
          <w:bCs/>
          <w:sz w:val="24"/>
          <w:szCs w:val="24"/>
          <w:lang w:eastAsia="zh-CN"/>
        </w:rPr>
      </w:pPr>
    </w:p>
    <w:p w:rsidR="00613BCF" w:rsidRPr="00AC1ED0" w:rsidRDefault="006E13F7" w:rsidP="00613BCF">
      <w:pPr>
        <w:tabs>
          <w:tab w:val="left" w:pos="8041"/>
        </w:tabs>
        <w:spacing w:line="276" w:lineRule="auto"/>
        <w:ind w:firstLine="0"/>
        <w:rPr>
          <w:szCs w:val="26"/>
        </w:rPr>
      </w:pPr>
      <w:r w:rsidRPr="00AC1ED0">
        <w:rPr>
          <w:szCs w:val="26"/>
        </w:rPr>
        <w:t>Глава</w:t>
      </w:r>
      <w:r w:rsidR="00613BCF" w:rsidRPr="00AC1ED0">
        <w:rPr>
          <w:szCs w:val="26"/>
        </w:rPr>
        <w:t xml:space="preserve"> городского округа</w:t>
      </w:r>
      <w:r w:rsidR="00C73E0F" w:rsidRPr="00AC1ED0">
        <w:rPr>
          <w:szCs w:val="26"/>
        </w:rPr>
        <w:t xml:space="preserve">                                                         </w:t>
      </w:r>
      <w:r w:rsidR="00862D1B" w:rsidRPr="00AC1ED0">
        <w:rPr>
          <w:szCs w:val="26"/>
        </w:rPr>
        <w:t xml:space="preserve">         </w:t>
      </w:r>
      <w:r w:rsidR="00C73E0F" w:rsidRPr="00AC1ED0">
        <w:rPr>
          <w:szCs w:val="26"/>
        </w:rPr>
        <w:t xml:space="preserve">               </w:t>
      </w:r>
      <w:r w:rsidRPr="00AC1ED0">
        <w:rPr>
          <w:szCs w:val="26"/>
        </w:rPr>
        <w:t xml:space="preserve">      </w:t>
      </w:r>
      <w:r w:rsidR="00C73E0F" w:rsidRPr="00AC1ED0">
        <w:rPr>
          <w:szCs w:val="26"/>
        </w:rPr>
        <w:t>В.С. Пивень</w:t>
      </w:r>
    </w:p>
    <w:sectPr w:rsidR="00613BCF" w:rsidRPr="00AC1ED0" w:rsidSect="001F398F">
      <w:type w:val="continuous"/>
      <w:pgSz w:w="11906" w:h="16838" w:code="9"/>
      <w:pgMar w:top="964" w:right="851" w:bottom="1134" w:left="1418" w:header="397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640" w:rsidRDefault="000A4640">
      <w:r>
        <w:separator/>
      </w:r>
    </w:p>
  </w:endnote>
  <w:endnote w:type="continuationSeparator" w:id="0">
    <w:p w:rsidR="000A4640" w:rsidRDefault="000A4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640" w:rsidRDefault="000A4640">
      <w:r>
        <w:separator/>
      </w:r>
    </w:p>
  </w:footnote>
  <w:footnote w:type="continuationSeparator" w:id="0">
    <w:p w:rsidR="000A4640" w:rsidRDefault="000A4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275" w:rsidRDefault="00AC5275" w:rsidP="00F057D9">
    <w:pPr>
      <w:pStyle w:val="a4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76A95"/>
    <w:multiLevelType w:val="hybridMultilevel"/>
    <w:tmpl w:val="18D86216"/>
    <w:lvl w:ilvl="0" w:tplc="688672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D45129E"/>
    <w:multiLevelType w:val="hybridMultilevel"/>
    <w:tmpl w:val="F544E10C"/>
    <w:lvl w:ilvl="0" w:tplc="2E04A8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D384B6D"/>
    <w:multiLevelType w:val="hybridMultilevel"/>
    <w:tmpl w:val="F93C2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drawingGridHorizontalSpacing w:val="187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725"/>
    <w:rsid w:val="00012E93"/>
    <w:rsid w:val="00014DFB"/>
    <w:rsid w:val="000152CA"/>
    <w:rsid w:val="00016055"/>
    <w:rsid w:val="000347EC"/>
    <w:rsid w:val="0008485B"/>
    <w:rsid w:val="00091640"/>
    <w:rsid w:val="000A4640"/>
    <w:rsid w:val="000B49D9"/>
    <w:rsid w:val="000D141F"/>
    <w:rsid w:val="000D32DB"/>
    <w:rsid w:val="000E57A8"/>
    <w:rsid w:val="00123568"/>
    <w:rsid w:val="00150032"/>
    <w:rsid w:val="00150A68"/>
    <w:rsid w:val="00160D34"/>
    <w:rsid w:val="00161858"/>
    <w:rsid w:val="00177767"/>
    <w:rsid w:val="001C12F8"/>
    <w:rsid w:val="001D210B"/>
    <w:rsid w:val="001E0271"/>
    <w:rsid w:val="001F38B4"/>
    <w:rsid w:val="001F398F"/>
    <w:rsid w:val="001F5E74"/>
    <w:rsid w:val="001F7ABE"/>
    <w:rsid w:val="00206BE9"/>
    <w:rsid w:val="00232858"/>
    <w:rsid w:val="0025096D"/>
    <w:rsid w:val="00286612"/>
    <w:rsid w:val="002A7AF5"/>
    <w:rsid w:val="002B590F"/>
    <w:rsid w:val="002C2662"/>
    <w:rsid w:val="002C5342"/>
    <w:rsid w:val="002F5299"/>
    <w:rsid w:val="002F587B"/>
    <w:rsid w:val="00300FA4"/>
    <w:rsid w:val="00303407"/>
    <w:rsid w:val="0032700A"/>
    <w:rsid w:val="003351FB"/>
    <w:rsid w:val="003C7484"/>
    <w:rsid w:val="003E0725"/>
    <w:rsid w:val="003F5F54"/>
    <w:rsid w:val="00403018"/>
    <w:rsid w:val="00451C35"/>
    <w:rsid w:val="00454238"/>
    <w:rsid w:val="00471E00"/>
    <w:rsid w:val="00485563"/>
    <w:rsid w:val="004F6A07"/>
    <w:rsid w:val="00514707"/>
    <w:rsid w:val="00572987"/>
    <w:rsid w:val="00592A52"/>
    <w:rsid w:val="0059491F"/>
    <w:rsid w:val="005A55C1"/>
    <w:rsid w:val="005D39EC"/>
    <w:rsid w:val="005F38F2"/>
    <w:rsid w:val="005F45EB"/>
    <w:rsid w:val="005F621C"/>
    <w:rsid w:val="00613BCF"/>
    <w:rsid w:val="006454B4"/>
    <w:rsid w:val="0065400F"/>
    <w:rsid w:val="00664D75"/>
    <w:rsid w:val="00681EFD"/>
    <w:rsid w:val="00691F25"/>
    <w:rsid w:val="006A7761"/>
    <w:rsid w:val="006C74BD"/>
    <w:rsid w:val="006E13F7"/>
    <w:rsid w:val="006E3865"/>
    <w:rsid w:val="006E5EA1"/>
    <w:rsid w:val="007076D8"/>
    <w:rsid w:val="00720A52"/>
    <w:rsid w:val="007240A1"/>
    <w:rsid w:val="0077066E"/>
    <w:rsid w:val="00773245"/>
    <w:rsid w:val="007B2B5B"/>
    <w:rsid w:val="007D3EDF"/>
    <w:rsid w:val="007D77E7"/>
    <w:rsid w:val="007F60E7"/>
    <w:rsid w:val="00804BE1"/>
    <w:rsid w:val="00814C5D"/>
    <w:rsid w:val="008154ED"/>
    <w:rsid w:val="008337E8"/>
    <w:rsid w:val="008613AC"/>
    <w:rsid w:val="00862D1B"/>
    <w:rsid w:val="00862ED6"/>
    <w:rsid w:val="00881EA9"/>
    <w:rsid w:val="00882939"/>
    <w:rsid w:val="008A7DD5"/>
    <w:rsid w:val="008C51D3"/>
    <w:rsid w:val="008D6438"/>
    <w:rsid w:val="008E0B13"/>
    <w:rsid w:val="008F1446"/>
    <w:rsid w:val="0090245B"/>
    <w:rsid w:val="009031B8"/>
    <w:rsid w:val="0094080A"/>
    <w:rsid w:val="00943865"/>
    <w:rsid w:val="009520B6"/>
    <w:rsid w:val="009750B7"/>
    <w:rsid w:val="0099123A"/>
    <w:rsid w:val="00992B48"/>
    <w:rsid w:val="00994D10"/>
    <w:rsid w:val="009953A9"/>
    <w:rsid w:val="009B6CA3"/>
    <w:rsid w:val="009C452A"/>
    <w:rsid w:val="00A154A6"/>
    <w:rsid w:val="00A2655B"/>
    <w:rsid w:val="00A85CAE"/>
    <w:rsid w:val="00A90A27"/>
    <w:rsid w:val="00AA62CF"/>
    <w:rsid w:val="00AA7ED1"/>
    <w:rsid w:val="00AB6BB2"/>
    <w:rsid w:val="00AC1ED0"/>
    <w:rsid w:val="00AC5275"/>
    <w:rsid w:val="00AF6318"/>
    <w:rsid w:val="00B424C3"/>
    <w:rsid w:val="00B4356A"/>
    <w:rsid w:val="00B53139"/>
    <w:rsid w:val="00B71CB1"/>
    <w:rsid w:val="00B90291"/>
    <w:rsid w:val="00B945F8"/>
    <w:rsid w:val="00BA10C1"/>
    <w:rsid w:val="00BB5081"/>
    <w:rsid w:val="00BC3DC5"/>
    <w:rsid w:val="00BE6D8D"/>
    <w:rsid w:val="00BF0073"/>
    <w:rsid w:val="00C53553"/>
    <w:rsid w:val="00C55FAD"/>
    <w:rsid w:val="00C7360D"/>
    <w:rsid w:val="00C73E0F"/>
    <w:rsid w:val="00C86421"/>
    <w:rsid w:val="00CD66E5"/>
    <w:rsid w:val="00D03713"/>
    <w:rsid w:val="00D127D8"/>
    <w:rsid w:val="00D203CE"/>
    <w:rsid w:val="00D2409B"/>
    <w:rsid w:val="00D30ACB"/>
    <w:rsid w:val="00D553A5"/>
    <w:rsid w:val="00D7375A"/>
    <w:rsid w:val="00D74227"/>
    <w:rsid w:val="00D96501"/>
    <w:rsid w:val="00DE28D7"/>
    <w:rsid w:val="00DF02F0"/>
    <w:rsid w:val="00E0057D"/>
    <w:rsid w:val="00E256E6"/>
    <w:rsid w:val="00E26D49"/>
    <w:rsid w:val="00E37886"/>
    <w:rsid w:val="00E83890"/>
    <w:rsid w:val="00E92A53"/>
    <w:rsid w:val="00E954C3"/>
    <w:rsid w:val="00E96B47"/>
    <w:rsid w:val="00E97C4A"/>
    <w:rsid w:val="00EC6431"/>
    <w:rsid w:val="00EE6E10"/>
    <w:rsid w:val="00EF340C"/>
    <w:rsid w:val="00F057D9"/>
    <w:rsid w:val="00F158FC"/>
    <w:rsid w:val="00F17DF9"/>
    <w:rsid w:val="00F37B6A"/>
    <w:rsid w:val="00F53C0C"/>
    <w:rsid w:val="00F66375"/>
    <w:rsid w:val="00F7778A"/>
    <w:rsid w:val="00F87ADF"/>
    <w:rsid w:val="00FA12AE"/>
    <w:rsid w:val="00FA31F5"/>
    <w:rsid w:val="00FB768D"/>
    <w:rsid w:val="00FD3A84"/>
    <w:rsid w:val="00FE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43003BA"/>
  <w15:chartTrackingRefBased/>
  <w15:docId w15:val="{AE750C99-002E-4F71-830C-E17031660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987"/>
    <w:pPr>
      <w:widowControl w:val="0"/>
      <w:autoSpaceDE w:val="0"/>
      <w:autoSpaceDN w:val="0"/>
      <w:adjustRightInd w:val="0"/>
      <w:ind w:firstLine="709"/>
      <w:jc w:val="both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55C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A31F5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A31F5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C73E0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C73E0F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A62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4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ernysheva_EA\Desktop\&#1063;&#1077;&#1088;&#1085;&#1099;&#1096;&#1077;&#1074;&#1072;\&#1053;&#1054;&#1042;&#1067;&#1045;%20&#1041;&#1051;&#1040;&#1053;&#1050;&#1048;%20&#1072;&#1076;&#1084;&#1080;&#1085;&#1080;&#1089;&#1090;&#1088;&#1072;&#1094;&#1080;&#1080;%20&#1040;&#1043;&#1054;\&#1041;&#1051;&#1040;&#1053;&#1050;-&#1055;&#1086;&#1089;&#1090;&#1072;&#1085;&#1086;&#1074;&#1083;&#1077;&#1085;&#1080;&#1077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БЛАНК-Постановление администрации</Template>
  <TotalTime>26</TotalTime>
  <Pages>2</Pages>
  <Words>271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oem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Чернышева Елена Анатольевна</dc:creator>
  <cp:keywords/>
  <dc:description/>
  <cp:lastModifiedBy>Герасимова Зоя Николаевна</cp:lastModifiedBy>
  <cp:revision>5</cp:revision>
  <cp:lastPrinted>2023-10-31T05:14:00Z</cp:lastPrinted>
  <dcterms:created xsi:type="dcterms:W3CDTF">2023-10-27T06:42:00Z</dcterms:created>
  <dcterms:modified xsi:type="dcterms:W3CDTF">2023-11-01T05:43:00Z</dcterms:modified>
</cp:coreProperties>
</file>