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7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AF2319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апреля 2025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AF2319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720A52" w:rsidRDefault="00720A52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24786F" w:rsidRDefault="0024786F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7D77E7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AA62CF">
        <w:rPr>
          <w:b/>
          <w:szCs w:val="26"/>
        </w:rPr>
        <w:t xml:space="preserve">О внесении изменений в постановление администрации Арсеньевского </w:t>
      </w:r>
    </w:p>
    <w:p w:rsidR="00720A52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AA62CF">
        <w:rPr>
          <w:b/>
          <w:szCs w:val="26"/>
        </w:rPr>
        <w:t>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</w:p>
    <w:p w:rsidR="002A7AF5" w:rsidRPr="00AA62CF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720A52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664D75" w:rsidP="00584CBC">
      <w:pPr>
        <w:tabs>
          <w:tab w:val="left" w:pos="8041"/>
        </w:tabs>
        <w:spacing w:line="360" w:lineRule="auto"/>
        <w:rPr>
          <w:b/>
          <w:szCs w:val="26"/>
          <w:lang w:eastAsia="zh-CN"/>
        </w:rPr>
      </w:pPr>
      <w:r w:rsidRPr="00AA62CF">
        <w:rPr>
          <w:szCs w:val="26"/>
        </w:rPr>
        <w:t>В соответствии с Федеральным</w:t>
      </w:r>
      <w:r w:rsidR="002C5342" w:rsidRPr="00AA62CF">
        <w:rPr>
          <w:szCs w:val="26"/>
        </w:rPr>
        <w:t>и законами</w:t>
      </w:r>
      <w:r w:rsidRPr="00AA62CF">
        <w:rPr>
          <w:szCs w:val="26"/>
        </w:rPr>
        <w:t xml:space="preserve"> </w:t>
      </w:r>
      <w:r w:rsidR="00177767" w:rsidRPr="00AA62CF">
        <w:rPr>
          <w:szCs w:val="26"/>
        </w:rPr>
        <w:t>от 24 июня 1998 года № 89-ФЗ «Об о</w:t>
      </w:r>
      <w:bookmarkStart w:id="0" w:name="_GoBack"/>
      <w:bookmarkEnd w:id="0"/>
      <w:r w:rsidR="00177767" w:rsidRPr="00AA62CF">
        <w:rPr>
          <w:szCs w:val="26"/>
        </w:rPr>
        <w:t xml:space="preserve">тходах производства и потребления», </w:t>
      </w:r>
      <w:r w:rsidRPr="00AA62CF">
        <w:rPr>
          <w:szCs w:val="26"/>
        </w:rPr>
        <w:t>от 06</w:t>
      </w:r>
      <w:r w:rsidR="0099123A" w:rsidRPr="00AA62CF">
        <w:rPr>
          <w:szCs w:val="26"/>
        </w:rPr>
        <w:t xml:space="preserve"> октября </w:t>
      </w:r>
      <w:r w:rsidRPr="00AA62CF">
        <w:rPr>
          <w:szCs w:val="26"/>
        </w:rPr>
        <w:t xml:space="preserve">2003 </w:t>
      </w:r>
      <w:r w:rsidR="0099123A" w:rsidRPr="00AA62CF">
        <w:rPr>
          <w:szCs w:val="26"/>
        </w:rPr>
        <w:t xml:space="preserve">года </w:t>
      </w:r>
      <w:r w:rsidRPr="00AA62CF">
        <w:rPr>
          <w:szCs w:val="26"/>
        </w:rPr>
        <w:t>№ 131-ФЗ «Об общих принципах организации местного самоуправления в Российской Федерац</w:t>
      </w:r>
      <w:r w:rsidR="0099123A" w:rsidRPr="00AA62CF">
        <w:rPr>
          <w:szCs w:val="26"/>
        </w:rPr>
        <w:t>ии</w:t>
      </w:r>
      <w:r w:rsidR="00720A52" w:rsidRPr="00AA62CF">
        <w:rPr>
          <w:szCs w:val="26"/>
        </w:rPr>
        <w:t>»</w:t>
      </w:r>
      <w:r w:rsidR="002C5342" w:rsidRPr="00AA62CF">
        <w:rPr>
          <w:szCs w:val="26"/>
        </w:rPr>
        <w:t>,</w:t>
      </w:r>
      <w:r w:rsidRPr="00AA62CF">
        <w:rPr>
          <w:szCs w:val="26"/>
        </w:rPr>
        <w:t xml:space="preserve"> от 31</w:t>
      </w:r>
      <w:r w:rsidR="0099123A" w:rsidRPr="00AA62CF">
        <w:rPr>
          <w:szCs w:val="26"/>
        </w:rPr>
        <w:t xml:space="preserve"> декабря </w:t>
      </w:r>
      <w:r w:rsidRPr="00AA62CF">
        <w:rPr>
          <w:szCs w:val="26"/>
        </w:rPr>
        <w:t>2017</w:t>
      </w:r>
      <w:r w:rsidR="0099123A" w:rsidRPr="00AA62CF">
        <w:rPr>
          <w:szCs w:val="26"/>
        </w:rPr>
        <w:t xml:space="preserve"> года</w:t>
      </w:r>
      <w:r w:rsidRPr="00AA62CF">
        <w:rPr>
          <w:szCs w:val="26"/>
        </w:rPr>
        <w:t xml:space="preserve"> № 503-ФЗ «О внесении изменений в Федеральный закон «Об отходах производства и потребления» и</w:t>
      </w:r>
      <w:r w:rsidR="00C7360D" w:rsidRPr="00AA62CF">
        <w:rPr>
          <w:szCs w:val="26"/>
        </w:rPr>
        <w:t xml:space="preserve"> отдельные законодательные акты </w:t>
      </w:r>
      <w:r w:rsidRPr="00AA62CF">
        <w:rPr>
          <w:szCs w:val="26"/>
        </w:rPr>
        <w:t>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AA62CF">
        <w:rPr>
          <w:szCs w:val="26"/>
        </w:rPr>
        <w:t>оссийской Федерации от 31 августа 2018 года</w:t>
      </w:r>
      <w:r w:rsidRPr="00AA62CF">
        <w:rPr>
          <w:szCs w:val="26"/>
        </w:rPr>
        <w:t xml:space="preserve"> № 1039</w:t>
      </w:r>
      <w:r w:rsidR="002C5342" w:rsidRPr="00AA62CF">
        <w:rPr>
          <w:szCs w:val="26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AA62CF">
        <w:rPr>
          <w:szCs w:val="26"/>
        </w:rPr>
        <w:t>,</w:t>
      </w:r>
      <w:r w:rsidR="0099123A" w:rsidRPr="00AA62CF">
        <w:rPr>
          <w:szCs w:val="26"/>
        </w:rPr>
        <w:t xml:space="preserve"> руководствуясь Уставом Арсеньевского городского округа</w:t>
      </w:r>
      <w:r w:rsidR="00584CBC">
        <w:rPr>
          <w:szCs w:val="26"/>
        </w:rPr>
        <w:t xml:space="preserve"> Приморского края</w:t>
      </w:r>
      <w:r w:rsidR="002C5342" w:rsidRPr="00AA62CF">
        <w:rPr>
          <w:szCs w:val="26"/>
        </w:rPr>
        <w:t>, администрация Арсеньевского городского округа</w:t>
      </w:r>
    </w:p>
    <w:p w:rsidR="00A85CAE" w:rsidRPr="00AA62CF" w:rsidRDefault="00A85CAE" w:rsidP="0024786F">
      <w:pPr>
        <w:tabs>
          <w:tab w:val="left" w:pos="8041"/>
        </w:tabs>
        <w:spacing w:line="360" w:lineRule="auto"/>
        <w:ind w:firstLine="0"/>
        <w:rPr>
          <w:b/>
          <w:szCs w:val="26"/>
          <w:lang w:eastAsia="zh-CN"/>
        </w:rPr>
      </w:pPr>
    </w:p>
    <w:p w:rsidR="002A7AF5" w:rsidRPr="00AA62CF" w:rsidRDefault="002A7AF5" w:rsidP="0024786F">
      <w:pPr>
        <w:tabs>
          <w:tab w:val="left" w:pos="8041"/>
        </w:tabs>
        <w:spacing w:line="360" w:lineRule="auto"/>
        <w:ind w:firstLine="0"/>
        <w:rPr>
          <w:szCs w:val="26"/>
          <w:lang w:eastAsia="zh-CN"/>
        </w:rPr>
      </w:pPr>
      <w:r w:rsidRPr="00AA62CF">
        <w:rPr>
          <w:szCs w:val="26"/>
          <w:lang w:eastAsia="zh-CN"/>
        </w:rPr>
        <w:t>ПОСТАНОВЛЯЕТ</w:t>
      </w:r>
      <w:r w:rsidR="002C5342" w:rsidRPr="00AA62CF">
        <w:rPr>
          <w:szCs w:val="26"/>
          <w:lang w:eastAsia="zh-CN"/>
        </w:rPr>
        <w:t>:</w:t>
      </w:r>
    </w:p>
    <w:p w:rsidR="00AA62CF" w:rsidRPr="00AA62CF" w:rsidRDefault="00AA62CF" w:rsidP="0024786F">
      <w:pPr>
        <w:suppressAutoHyphens/>
        <w:autoSpaceDN/>
        <w:adjustRightInd/>
        <w:spacing w:line="360" w:lineRule="auto"/>
        <w:ind w:firstLine="0"/>
        <w:rPr>
          <w:szCs w:val="26"/>
        </w:rPr>
      </w:pPr>
    </w:p>
    <w:p w:rsidR="001A4450" w:rsidRPr="004F6A07" w:rsidRDefault="00584CBC" w:rsidP="00584CBC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1. </w:t>
      </w:r>
      <w:r w:rsidRPr="004F6A07">
        <w:rPr>
          <w:szCs w:val="26"/>
        </w:rPr>
        <w:t>Включить сведения о контейнерной площадке</w:t>
      </w:r>
      <w:r>
        <w:rPr>
          <w:szCs w:val="26"/>
        </w:rPr>
        <w:t xml:space="preserve"> под № 85</w:t>
      </w:r>
      <w:r w:rsidRPr="004F6A07">
        <w:rPr>
          <w:szCs w:val="26"/>
        </w:rPr>
        <w:t>, местоположение которой устан</w:t>
      </w:r>
      <w:r>
        <w:rPr>
          <w:szCs w:val="26"/>
        </w:rPr>
        <w:t xml:space="preserve">овлено по адресу: ул. Жуковского, 51, для нужд Ерохина Сергея Витальевича (магазин «Флагман») </w:t>
      </w:r>
      <w:r w:rsidRPr="004F6A07">
        <w:rPr>
          <w:szCs w:val="26"/>
        </w:rPr>
        <w:t>в реестр мест (площадок) накопления твердых коммунальных отходов на территории Арсеньевского гор</w:t>
      </w:r>
      <w:r>
        <w:rPr>
          <w:szCs w:val="26"/>
        </w:rPr>
        <w:t>одского округа (далее – Реестр).</w:t>
      </w:r>
    </w:p>
    <w:p w:rsidR="004F6A07" w:rsidRPr="004F6A07" w:rsidRDefault="00196DE1" w:rsidP="009B6FCD">
      <w:pPr>
        <w:tabs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lastRenderedPageBreak/>
        <w:t>2.</w:t>
      </w:r>
      <w:r w:rsidR="007379EA">
        <w:rPr>
          <w:szCs w:val="26"/>
        </w:rPr>
        <w:t xml:space="preserve"> Изложить </w:t>
      </w:r>
      <w:r w:rsidR="009B6FCD">
        <w:rPr>
          <w:szCs w:val="26"/>
        </w:rPr>
        <w:t xml:space="preserve">Реестр </w:t>
      </w:r>
      <w:r w:rsidR="009B6FCD" w:rsidRPr="004F6A07">
        <w:rPr>
          <w:szCs w:val="26"/>
        </w:rPr>
        <w:t>мест (площадок) накопления твердых коммунальных отходов</w:t>
      </w:r>
      <w:r w:rsidR="009B6FCD">
        <w:rPr>
          <w:szCs w:val="26"/>
        </w:rPr>
        <w:t xml:space="preserve"> в редакции приложения к настоящему </w:t>
      </w:r>
      <w:r w:rsidR="007379EA">
        <w:rPr>
          <w:szCs w:val="26"/>
        </w:rPr>
        <w:t>постановлению</w:t>
      </w:r>
    </w:p>
    <w:p w:rsidR="001D3FA9" w:rsidRPr="001D3FA9" w:rsidRDefault="004F767B" w:rsidP="001D3FA9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color w:val="1C1C1C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1D3FA9" w:rsidRPr="001D3FA9">
        <w:rPr>
          <w:b w:val="0"/>
          <w:sz w:val="26"/>
          <w:szCs w:val="26"/>
        </w:rPr>
        <w:t xml:space="preserve">. Управлению жизнеобеспечения </w:t>
      </w:r>
      <w:r w:rsidR="001D3FA9">
        <w:rPr>
          <w:b w:val="0"/>
          <w:sz w:val="26"/>
          <w:szCs w:val="26"/>
        </w:rPr>
        <w:t>администрации городского округа</w:t>
      </w:r>
      <w:r>
        <w:rPr>
          <w:b w:val="0"/>
          <w:sz w:val="26"/>
          <w:szCs w:val="26"/>
        </w:rPr>
        <w:t xml:space="preserve"> (</w:t>
      </w:r>
      <w:r w:rsidR="0024786F">
        <w:rPr>
          <w:b w:val="0"/>
          <w:sz w:val="26"/>
          <w:szCs w:val="26"/>
        </w:rPr>
        <w:t>Зинкин</w:t>
      </w:r>
      <w:r>
        <w:rPr>
          <w:b w:val="0"/>
          <w:sz w:val="26"/>
          <w:szCs w:val="26"/>
        </w:rPr>
        <w:t>)</w:t>
      </w:r>
      <w:r w:rsidR="001D3FA9">
        <w:rPr>
          <w:b w:val="0"/>
          <w:sz w:val="26"/>
          <w:szCs w:val="26"/>
        </w:rPr>
        <w:t>,</w:t>
      </w:r>
      <w:r w:rsidR="001D3FA9" w:rsidRPr="001D3FA9">
        <w:rPr>
          <w:b w:val="0"/>
          <w:sz w:val="26"/>
          <w:szCs w:val="26"/>
        </w:rPr>
        <w:t xml:space="preserve"> разме</w:t>
      </w:r>
      <w:r w:rsidR="00E83F69">
        <w:rPr>
          <w:b w:val="0"/>
          <w:sz w:val="26"/>
          <w:szCs w:val="26"/>
        </w:rPr>
        <w:t>с</w:t>
      </w:r>
      <w:r w:rsidR="001D3FA9" w:rsidRPr="001D3FA9">
        <w:rPr>
          <w:b w:val="0"/>
          <w:sz w:val="26"/>
          <w:szCs w:val="26"/>
        </w:rPr>
        <w:t xml:space="preserve">тить </w:t>
      </w:r>
      <w:r w:rsidR="001D3FA9">
        <w:rPr>
          <w:b w:val="0"/>
          <w:sz w:val="26"/>
          <w:szCs w:val="26"/>
        </w:rPr>
        <w:t>на официальном сайте ад</w:t>
      </w:r>
      <w:r w:rsidR="001D3FA9" w:rsidRPr="001D3FA9">
        <w:rPr>
          <w:b w:val="0"/>
          <w:sz w:val="26"/>
          <w:szCs w:val="26"/>
        </w:rPr>
        <w:t>министрации Арсеньевского городского округа</w:t>
      </w:r>
      <w:r w:rsidR="00E83F69">
        <w:rPr>
          <w:b w:val="0"/>
          <w:sz w:val="26"/>
          <w:szCs w:val="26"/>
        </w:rPr>
        <w:t xml:space="preserve"> </w:t>
      </w:r>
      <w:r w:rsidR="001D3FA9">
        <w:rPr>
          <w:b w:val="0"/>
          <w:sz w:val="26"/>
          <w:szCs w:val="26"/>
        </w:rPr>
        <w:t>Р</w:t>
      </w:r>
      <w:r w:rsidR="001D3FA9" w:rsidRPr="001D3FA9">
        <w:rPr>
          <w:b w:val="0"/>
          <w:sz w:val="26"/>
          <w:szCs w:val="26"/>
        </w:rPr>
        <w:t xml:space="preserve">еестр мест (площадок) накопления твердых коммунальных отходов в разделе </w:t>
      </w:r>
      <w:r w:rsidR="001D3FA9">
        <w:rPr>
          <w:b w:val="0"/>
          <w:sz w:val="26"/>
          <w:szCs w:val="26"/>
        </w:rPr>
        <w:t>«</w:t>
      </w:r>
      <w:r w:rsidR="001D3FA9" w:rsidRPr="001D3FA9">
        <w:rPr>
          <w:b w:val="0"/>
          <w:bCs w:val="0"/>
          <w:color w:val="1C1C1C"/>
          <w:sz w:val="26"/>
          <w:szCs w:val="26"/>
        </w:rPr>
        <w:t>Обращение с твердыми коммунальными отходами</w:t>
      </w:r>
      <w:r w:rsidR="00E83F69">
        <w:rPr>
          <w:b w:val="0"/>
          <w:bCs w:val="0"/>
          <w:color w:val="1C1C1C"/>
          <w:sz w:val="26"/>
          <w:szCs w:val="26"/>
        </w:rPr>
        <w:t>».</w:t>
      </w:r>
    </w:p>
    <w:p w:rsidR="004F6A07" w:rsidRPr="004F6A07" w:rsidRDefault="004F767B" w:rsidP="004F6A07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>4</w:t>
      </w:r>
      <w:r w:rsidR="001D3FA9">
        <w:rPr>
          <w:szCs w:val="26"/>
        </w:rPr>
        <w:t xml:space="preserve">. </w:t>
      </w:r>
      <w:r w:rsidR="004F6A07" w:rsidRPr="004F6A07">
        <w:rPr>
          <w:szCs w:val="26"/>
        </w:rPr>
        <w:t>О</w:t>
      </w:r>
      <w:r w:rsidR="0099123A" w:rsidRPr="004F6A07">
        <w:rPr>
          <w:szCs w:val="26"/>
        </w:rPr>
        <w:t xml:space="preserve">рганизационному управлению </w:t>
      </w:r>
      <w:r w:rsidR="004F6A07" w:rsidRPr="004F6A07">
        <w:rPr>
          <w:szCs w:val="26"/>
        </w:rPr>
        <w:t xml:space="preserve">администрации </w:t>
      </w:r>
      <w:r w:rsidR="00584CBC">
        <w:rPr>
          <w:szCs w:val="26"/>
        </w:rPr>
        <w:t xml:space="preserve">Арсеньевского </w:t>
      </w:r>
      <w:r w:rsidR="004F6A07" w:rsidRPr="004F6A07">
        <w:rPr>
          <w:szCs w:val="26"/>
        </w:rPr>
        <w:t>городского округа</w:t>
      </w:r>
      <w:r w:rsidR="004F6A07">
        <w:rPr>
          <w:szCs w:val="26"/>
        </w:rPr>
        <w:t xml:space="preserve"> </w:t>
      </w:r>
      <w:r w:rsidR="0099123A" w:rsidRPr="004F6A07">
        <w:rPr>
          <w:szCs w:val="26"/>
        </w:rPr>
        <w:t>обеспечить размещение на официальном сайте администрации Арсеньевского городского округа настоящего постановления.</w:t>
      </w:r>
    </w:p>
    <w:p w:rsidR="00AA62CF" w:rsidRPr="00584CBC" w:rsidRDefault="004F767B" w:rsidP="00584CBC">
      <w:pPr>
        <w:tabs>
          <w:tab w:val="left" w:pos="8041"/>
        </w:tabs>
        <w:spacing w:line="360" w:lineRule="auto"/>
        <w:rPr>
          <w:bCs/>
          <w:szCs w:val="26"/>
          <w:lang w:eastAsia="zh-CN"/>
        </w:rPr>
      </w:pPr>
      <w:r>
        <w:rPr>
          <w:szCs w:val="26"/>
        </w:rPr>
        <w:t>5</w:t>
      </w:r>
      <w:r w:rsidR="004D129B">
        <w:rPr>
          <w:szCs w:val="26"/>
        </w:rPr>
        <w:t xml:space="preserve">. </w:t>
      </w:r>
      <w:r w:rsidR="0099123A" w:rsidRPr="004F6A07">
        <w:rPr>
          <w:szCs w:val="26"/>
        </w:rPr>
        <w:t>Контроль за исполнением настоящего постановления</w:t>
      </w:r>
      <w:r w:rsidR="00D30ACB">
        <w:rPr>
          <w:szCs w:val="26"/>
        </w:rPr>
        <w:t xml:space="preserve"> </w:t>
      </w:r>
      <w:r w:rsidR="00584CBC">
        <w:rPr>
          <w:szCs w:val="26"/>
        </w:rPr>
        <w:t xml:space="preserve">возложить на заместителя главы </w:t>
      </w:r>
      <w:r w:rsidR="00584CBC" w:rsidRPr="008C0D0E">
        <w:rPr>
          <w:szCs w:val="26"/>
        </w:rPr>
        <w:t xml:space="preserve">администрации </w:t>
      </w:r>
      <w:r w:rsidR="00584CBC" w:rsidRPr="008C0D0E">
        <w:rPr>
          <w:bCs/>
          <w:szCs w:val="26"/>
          <w:lang w:eastAsia="zh-CN"/>
        </w:rPr>
        <w:t>Арсеньевского городского округа</w:t>
      </w:r>
      <w:r w:rsidR="00584CBC">
        <w:rPr>
          <w:bCs/>
          <w:szCs w:val="26"/>
          <w:lang w:eastAsia="zh-CN"/>
        </w:rPr>
        <w:t xml:space="preserve"> </w:t>
      </w:r>
      <w:proofErr w:type="spellStart"/>
      <w:r w:rsidR="00584CBC">
        <w:rPr>
          <w:bCs/>
          <w:szCs w:val="26"/>
          <w:lang w:eastAsia="zh-CN"/>
        </w:rPr>
        <w:t>Янкина</w:t>
      </w:r>
      <w:proofErr w:type="spellEnd"/>
      <w:r w:rsidR="00584CBC">
        <w:rPr>
          <w:bCs/>
          <w:szCs w:val="26"/>
          <w:lang w:eastAsia="zh-CN"/>
        </w:rPr>
        <w:t xml:space="preserve"> Н.Л.</w:t>
      </w:r>
    </w:p>
    <w:p w:rsidR="00AA62CF" w:rsidRDefault="00AA62CF" w:rsidP="00E83F69">
      <w:pPr>
        <w:suppressAutoHyphens/>
        <w:autoSpaceDN/>
        <w:adjustRightInd/>
        <w:rPr>
          <w:szCs w:val="26"/>
        </w:rPr>
      </w:pPr>
    </w:p>
    <w:p w:rsidR="00A85CAE" w:rsidRDefault="00A85CAE" w:rsidP="00E83F69">
      <w:pPr>
        <w:suppressAutoHyphens/>
        <w:autoSpaceDN/>
        <w:adjustRightInd/>
        <w:rPr>
          <w:bCs/>
          <w:szCs w:val="26"/>
          <w:lang w:eastAsia="zh-CN"/>
        </w:rPr>
      </w:pPr>
    </w:p>
    <w:p w:rsidR="00E83F69" w:rsidRPr="003868F2" w:rsidRDefault="00E83F69" w:rsidP="00E83F69">
      <w:pPr>
        <w:suppressAutoHyphens/>
        <w:autoSpaceDN/>
        <w:adjustRightInd/>
        <w:rPr>
          <w:bCs/>
          <w:szCs w:val="26"/>
          <w:lang w:eastAsia="zh-CN"/>
        </w:rPr>
      </w:pPr>
    </w:p>
    <w:p w:rsidR="00613BCF" w:rsidRPr="00AC1ED0" w:rsidRDefault="00BA2F61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  <w:proofErr w:type="spellStart"/>
      <w:r>
        <w:rPr>
          <w:szCs w:val="26"/>
        </w:rPr>
        <w:t>Врио</w:t>
      </w:r>
      <w:proofErr w:type="spellEnd"/>
      <w:r>
        <w:rPr>
          <w:szCs w:val="26"/>
        </w:rPr>
        <w:t xml:space="preserve"> Главы</w:t>
      </w:r>
      <w:r w:rsidR="00613BCF" w:rsidRPr="00AC1ED0">
        <w:rPr>
          <w:szCs w:val="26"/>
        </w:rPr>
        <w:t xml:space="preserve"> городского округа</w:t>
      </w:r>
      <w:r w:rsidR="00C73E0F" w:rsidRPr="00AC1ED0">
        <w:rPr>
          <w:szCs w:val="26"/>
        </w:rPr>
        <w:t xml:space="preserve">                                                         </w:t>
      </w:r>
      <w:r w:rsidR="00862D1B" w:rsidRPr="00AC1ED0">
        <w:rPr>
          <w:szCs w:val="26"/>
        </w:rPr>
        <w:t xml:space="preserve">         </w:t>
      </w:r>
      <w:r>
        <w:rPr>
          <w:szCs w:val="26"/>
        </w:rPr>
        <w:t xml:space="preserve">         С.С. Угаров</w:t>
      </w:r>
    </w:p>
    <w:sectPr w:rsidR="00613BCF" w:rsidRPr="00AC1ED0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7C8" w:rsidRDefault="003F27C8">
      <w:r>
        <w:separator/>
      </w:r>
    </w:p>
  </w:endnote>
  <w:endnote w:type="continuationSeparator" w:id="0">
    <w:p w:rsidR="003F27C8" w:rsidRDefault="003F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7C8" w:rsidRDefault="003F27C8">
      <w:r>
        <w:separator/>
      </w:r>
    </w:p>
  </w:footnote>
  <w:footnote w:type="continuationSeparator" w:id="0">
    <w:p w:rsidR="003F27C8" w:rsidRDefault="003F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A95"/>
    <w:multiLevelType w:val="hybridMultilevel"/>
    <w:tmpl w:val="18D86216"/>
    <w:lvl w:ilvl="0" w:tplc="688672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D45129E"/>
    <w:multiLevelType w:val="hybridMultilevel"/>
    <w:tmpl w:val="F544E10C"/>
    <w:lvl w:ilvl="0" w:tplc="2E04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84B6D"/>
    <w:multiLevelType w:val="hybridMultilevel"/>
    <w:tmpl w:val="F93C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0599B"/>
    <w:rsid w:val="00012E93"/>
    <w:rsid w:val="00014DFB"/>
    <w:rsid w:val="000152CA"/>
    <w:rsid w:val="00016055"/>
    <w:rsid w:val="000347EC"/>
    <w:rsid w:val="000724BE"/>
    <w:rsid w:val="0008485B"/>
    <w:rsid w:val="00091640"/>
    <w:rsid w:val="000A4640"/>
    <w:rsid w:val="000B0F99"/>
    <w:rsid w:val="000B49D9"/>
    <w:rsid w:val="000D141F"/>
    <w:rsid w:val="000D32DB"/>
    <w:rsid w:val="000E57A8"/>
    <w:rsid w:val="00123568"/>
    <w:rsid w:val="00150032"/>
    <w:rsid w:val="00150A68"/>
    <w:rsid w:val="00160D34"/>
    <w:rsid w:val="00161858"/>
    <w:rsid w:val="00177767"/>
    <w:rsid w:val="00196DE1"/>
    <w:rsid w:val="001A4450"/>
    <w:rsid w:val="001C12F8"/>
    <w:rsid w:val="001D210B"/>
    <w:rsid w:val="001D3FA9"/>
    <w:rsid w:val="001E0271"/>
    <w:rsid w:val="001F38B4"/>
    <w:rsid w:val="001F398F"/>
    <w:rsid w:val="001F5E74"/>
    <w:rsid w:val="001F7ABE"/>
    <w:rsid w:val="002051B0"/>
    <w:rsid w:val="00206BE9"/>
    <w:rsid w:val="00232858"/>
    <w:rsid w:val="00234879"/>
    <w:rsid w:val="0024786F"/>
    <w:rsid w:val="0025096D"/>
    <w:rsid w:val="00286612"/>
    <w:rsid w:val="002A7AF5"/>
    <w:rsid w:val="002B590F"/>
    <w:rsid w:val="002C2662"/>
    <w:rsid w:val="002C5342"/>
    <w:rsid w:val="002F5299"/>
    <w:rsid w:val="002F587B"/>
    <w:rsid w:val="00300FA4"/>
    <w:rsid w:val="00303407"/>
    <w:rsid w:val="0032700A"/>
    <w:rsid w:val="003351FB"/>
    <w:rsid w:val="003868F2"/>
    <w:rsid w:val="003C7484"/>
    <w:rsid w:val="003E0725"/>
    <w:rsid w:val="003F27C8"/>
    <w:rsid w:val="003F5F54"/>
    <w:rsid w:val="00403018"/>
    <w:rsid w:val="00451C35"/>
    <w:rsid w:val="00454238"/>
    <w:rsid w:val="00471E00"/>
    <w:rsid w:val="00485563"/>
    <w:rsid w:val="004D129B"/>
    <w:rsid w:val="004F6A07"/>
    <w:rsid w:val="004F767B"/>
    <w:rsid w:val="00514707"/>
    <w:rsid w:val="00572987"/>
    <w:rsid w:val="00584CBC"/>
    <w:rsid w:val="00592A52"/>
    <w:rsid w:val="0059491F"/>
    <w:rsid w:val="005A55C1"/>
    <w:rsid w:val="005D39EC"/>
    <w:rsid w:val="005F38F2"/>
    <w:rsid w:val="005F45EB"/>
    <w:rsid w:val="005F621C"/>
    <w:rsid w:val="00613BCF"/>
    <w:rsid w:val="006454B4"/>
    <w:rsid w:val="0065400F"/>
    <w:rsid w:val="00664D75"/>
    <w:rsid w:val="00681EFD"/>
    <w:rsid w:val="00691F25"/>
    <w:rsid w:val="006A7761"/>
    <w:rsid w:val="006C74BD"/>
    <w:rsid w:val="006E13F7"/>
    <w:rsid w:val="006E3865"/>
    <w:rsid w:val="006E5EA1"/>
    <w:rsid w:val="007076D8"/>
    <w:rsid w:val="00714CA8"/>
    <w:rsid w:val="00720A52"/>
    <w:rsid w:val="007240A1"/>
    <w:rsid w:val="007379EA"/>
    <w:rsid w:val="0077066E"/>
    <w:rsid w:val="00773245"/>
    <w:rsid w:val="007B2B5B"/>
    <w:rsid w:val="007B5986"/>
    <w:rsid w:val="007D3EDF"/>
    <w:rsid w:val="007D77E7"/>
    <w:rsid w:val="007F60E7"/>
    <w:rsid w:val="00804BE1"/>
    <w:rsid w:val="00814C5D"/>
    <w:rsid w:val="008154ED"/>
    <w:rsid w:val="008337E8"/>
    <w:rsid w:val="008613AC"/>
    <w:rsid w:val="00862D1B"/>
    <w:rsid w:val="00862ED6"/>
    <w:rsid w:val="00881EA9"/>
    <w:rsid w:val="00882939"/>
    <w:rsid w:val="008A7DD5"/>
    <w:rsid w:val="008C51D3"/>
    <w:rsid w:val="008D6438"/>
    <w:rsid w:val="008E0B13"/>
    <w:rsid w:val="008E32C2"/>
    <w:rsid w:val="008F1446"/>
    <w:rsid w:val="00901824"/>
    <w:rsid w:val="0090245B"/>
    <w:rsid w:val="009031B8"/>
    <w:rsid w:val="0094080A"/>
    <w:rsid w:val="00943865"/>
    <w:rsid w:val="009520B6"/>
    <w:rsid w:val="009750B7"/>
    <w:rsid w:val="0099123A"/>
    <w:rsid w:val="00992B48"/>
    <w:rsid w:val="00994D10"/>
    <w:rsid w:val="009953A9"/>
    <w:rsid w:val="009B6CA3"/>
    <w:rsid w:val="009B6FCD"/>
    <w:rsid w:val="009C452A"/>
    <w:rsid w:val="009D34E6"/>
    <w:rsid w:val="00A154A6"/>
    <w:rsid w:val="00A2655B"/>
    <w:rsid w:val="00A65A85"/>
    <w:rsid w:val="00A85CAE"/>
    <w:rsid w:val="00A90A27"/>
    <w:rsid w:val="00AA62CF"/>
    <w:rsid w:val="00AA7ED1"/>
    <w:rsid w:val="00AB6BB2"/>
    <w:rsid w:val="00AC1ED0"/>
    <w:rsid w:val="00AC5275"/>
    <w:rsid w:val="00AE64AD"/>
    <w:rsid w:val="00AF2319"/>
    <w:rsid w:val="00AF6318"/>
    <w:rsid w:val="00B424C3"/>
    <w:rsid w:val="00B4356A"/>
    <w:rsid w:val="00B53139"/>
    <w:rsid w:val="00B71CB1"/>
    <w:rsid w:val="00B90291"/>
    <w:rsid w:val="00B945F8"/>
    <w:rsid w:val="00BA10C1"/>
    <w:rsid w:val="00BA2F61"/>
    <w:rsid w:val="00BB5081"/>
    <w:rsid w:val="00BC3DC5"/>
    <w:rsid w:val="00BE6D8D"/>
    <w:rsid w:val="00BF0073"/>
    <w:rsid w:val="00BF2429"/>
    <w:rsid w:val="00C53553"/>
    <w:rsid w:val="00C55FAD"/>
    <w:rsid w:val="00C7360D"/>
    <w:rsid w:val="00C73E0F"/>
    <w:rsid w:val="00C86421"/>
    <w:rsid w:val="00CD66E5"/>
    <w:rsid w:val="00D034F8"/>
    <w:rsid w:val="00D03713"/>
    <w:rsid w:val="00D127D8"/>
    <w:rsid w:val="00D203CE"/>
    <w:rsid w:val="00D2409B"/>
    <w:rsid w:val="00D30ACB"/>
    <w:rsid w:val="00D553A5"/>
    <w:rsid w:val="00D7375A"/>
    <w:rsid w:val="00D74227"/>
    <w:rsid w:val="00D96501"/>
    <w:rsid w:val="00DE28D7"/>
    <w:rsid w:val="00DF02F0"/>
    <w:rsid w:val="00E0057D"/>
    <w:rsid w:val="00E256E6"/>
    <w:rsid w:val="00E26D49"/>
    <w:rsid w:val="00E37886"/>
    <w:rsid w:val="00E613D4"/>
    <w:rsid w:val="00E83890"/>
    <w:rsid w:val="00E83F69"/>
    <w:rsid w:val="00E92A53"/>
    <w:rsid w:val="00E954C3"/>
    <w:rsid w:val="00E96B47"/>
    <w:rsid w:val="00E97C4A"/>
    <w:rsid w:val="00EC6431"/>
    <w:rsid w:val="00EE6E10"/>
    <w:rsid w:val="00EF340C"/>
    <w:rsid w:val="00F057D9"/>
    <w:rsid w:val="00F158FC"/>
    <w:rsid w:val="00F17DF9"/>
    <w:rsid w:val="00F37B6A"/>
    <w:rsid w:val="00F53C0C"/>
    <w:rsid w:val="00F66375"/>
    <w:rsid w:val="00F7778A"/>
    <w:rsid w:val="00F87ADF"/>
    <w:rsid w:val="00FA12AE"/>
    <w:rsid w:val="00FA31F5"/>
    <w:rsid w:val="00FB768D"/>
    <w:rsid w:val="00FD3A84"/>
    <w:rsid w:val="00FD4FF0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2606AB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87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link w:val="10"/>
    <w:uiPriority w:val="9"/>
    <w:qFormat/>
    <w:rsid w:val="001D3FA9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A62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3FA9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130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14</cp:revision>
  <cp:lastPrinted>2025-04-07T02:15:00Z</cp:lastPrinted>
  <dcterms:created xsi:type="dcterms:W3CDTF">2025-01-29T00:41:00Z</dcterms:created>
  <dcterms:modified xsi:type="dcterms:W3CDTF">2025-04-08T02:24:00Z</dcterms:modified>
</cp:coreProperties>
</file>